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widowControl/>
        <w:jc w:val="left"/>
      </w:pPr>
      <w:bookmarkStart w:id="0" w:name="_GoBack"/>
      <w: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2642870</wp:posOffset>
            </wp:positionH>
            <wp:positionV relativeFrom="paragraph">
              <wp:posOffset>494030</wp:posOffset>
            </wp:positionV>
            <wp:extent cx="1669415" cy="1669415"/>
            <wp:effectExtent l="0" t="0" r="0" b="0"/>
            <wp:wrapNone/>
            <wp:docPr id="28" name="图片 28" descr="C:\Users\Administrator\Desktop\证件照片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C:\Users\Administrator\Desktop\证件照片\图片3.png图片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69415" cy="1669415"/>
                    </a:xfrm>
                    <a:prstGeom prst="ellipse">
                      <a:avLst/>
                    </a:prstGeom>
                    <a:ln w="38100"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7980680</wp:posOffset>
                </wp:positionV>
                <wp:extent cx="2411730" cy="0"/>
                <wp:effectExtent l="0" t="0" r="26670" b="19050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3F3F3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9.6pt;margin-top:628.4pt;height:0pt;width:189.9pt;z-index:251689984;mso-width-relative:page;mso-height-relative:page;" filled="f" stroked="t" coordsize="21600,21600" o:gfxdata="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Hwuk91gAAAA0BAAAPAAAAAAAAAAEAIAAAACIAAABkcnMvZG93bnJldi54bWxQ&#10;SwECFAAUAAAACACHTuJA8GlTFcABAABOAwAADgAAAAAAAAABACAAAAAlAQAAZHJzL2Uyb0RvYy54&#10;bWxQSwUGAAAAAAYABgBZAQAAVwUAAAAA&#10;">
                <v:fill on="f" focussize="0,0"/>
                <v:stroke weight="0.5pt" color="#3F3F3F [3204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7578090</wp:posOffset>
                </wp:positionV>
                <wp:extent cx="2411730" cy="0"/>
                <wp:effectExtent l="0" t="0" r="26670" b="1905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3F3F3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9.6pt;margin-top:596.7pt;height:0pt;width:189.9pt;z-index:251691008;mso-width-relative:page;mso-height-relative:page;" filled="f" stroked="t" coordsize="21600,21600" o:gfxdata="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IfNv8tcAAAANAQAADwAAAAAAAAABACAAAAAiAAAAZHJzL2Rvd25yZXYueG1s&#10;UEsBAhQAFAAAAAgAh07iQP0tI9XAAQAATgMAAA4AAAAAAAAAAQAgAAAAJgEAAGRycy9lMm9Eb2Mu&#10;eG1sUEsFBgAAAAAGAAYAWQEAAFgFAAAAAA==&#10;">
                <v:fill on="f" focussize="0,0"/>
                <v:stroke weight="0.5pt" color="#3F3F3F [3204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7176135</wp:posOffset>
                </wp:positionV>
                <wp:extent cx="2411730" cy="0"/>
                <wp:effectExtent l="0" t="0" r="26670" b="1905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3F3F3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9.6pt;margin-top:565.05pt;height:0pt;width:189.9pt;z-index:251692032;mso-width-relative:page;mso-height-relative:page;" filled="f" stroked="t" coordsize="21600,21600" o:gfxdata="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DiEUljXAAAADQEAAA8AAAAAAAAAAQAgAAAAIgAAAGRycy9kb3ducmV2LnhtbFBL&#10;AQIUABQAAAAIAIdO4kASyVOzvgEAAE4DAAAOAAAAAAAAAAEAIAAAACYBAABkcnMvZTJvRG9jLnht&#10;bFBLBQYAAAAABgAGAFkBAABWBQAAAAA=&#10;">
                <v:fill on="f" focussize="0,0"/>
                <v:stroke weight="0.5pt" color="#3F3F3F [3204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6773545</wp:posOffset>
                </wp:positionV>
                <wp:extent cx="2411730" cy="0"/>
                <wp:effectExtent l="0" t="0" r="26670" b="1905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3F3F3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9.6pt;margin-top:533.35pt;height:0pt;width:189.9pt;z-index:251693056;mso-width-relative:page;mso-height-relative:page;" filled="f" stroked="t" coordsize="21600,21600" o:gfxdata="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bj+Or1wAAAA0BAAAPAAAAAAAAAAEAIAAAACIAAABkcnMvZG93bnJldi54bWxQ&#10;SwECFAAUAAAACACHTuJAqJ8Ih78BAABOAwAADgAAAAAAAAABACAAAAAmAQAAZHJzL2Uyb0RvYy54&#10;bWxQSwUGAAAAAAYABgBZAQAAVwUAAAAA&#10;">
                <v:fill on="f" focussize="0,0"/>
                <v:stroke weight="0.5pt" color="#3F3F3F [3204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6371590</wp:posOffset>
                </wp:positionV>
                <wp:extent cx="2411730" cy="0"/>
                <wp:effectExtent l="0" t="0" r="26670" b="1905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3F3F3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9.6pt;margin-top:501.7pt;height:0pt;width:189.9pt;z-index:251694080;mso-width-relative:page;mso-height-relative:page;" filled="f" stroked="t" coordsize="21600,21600" o:gfxdata="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EJ5PYtcAAAANAQAADwAAAAAAAAABACAAAAAiAAAAZHJzL2Rvd25yZXYueG1s&#10;UEsBAhQAFAAAAAgAh07iQGZk5dvAAQAATgMAAA4AAAAAAAAAAQAgAAAAJgEAAGRycy9lMm9Eb2Mu&#10;eG1sUEsFBgAAAAAGAAYAWQEAAFgFAAAAAA==&#10;">
                <v:fill on="f" focussize="0,0"/>
                <v:stroke weight="0.5pt" color="#3F3F3F [3204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2179320</wp:posOffset>
                </wp:positionH>
                <wp:positionV relativeFrom="paragraph">
                  <wp:posOffset>7579995</wp:posOffset>
                </wp:positionV>
                <wp:extent cx="2378710" cy="386080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8710" cy="386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地    址：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江苏镇江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1.6pt;margin-top:596.85pt;height:30.4pt;width:187.3pt;z-index:251684864;mso-width-relative:page;mso-height-relative:page;" filled="f" stroked="f" coordsize="21600,21600" o:gfxdata="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DUA5t/dAAAADQEAAA8AAAAAAAAAAQAgAAAAIgAAAGRycy9kb3ducmV2LnhtbFBLAQIUABQAAAAI&#10;AIdO4kDtfj1WIQIAABoEAAAOAAAAAAAAAAEAIAAAACw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地    址：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江苏镇江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2179320</wp:posOffset>
                </wp:positionH>
                <wp:positionV relativeFrom="paragraph">
                  <wp:posOffset>7180580</wp:posOffset>
                </wp:positionV>
                <wp:extent cx="2634615" cy="386080"/>
                <wp:effectExtent l="0" t="0" r="0" b="0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4615" cy="386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邮    箱：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512451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@qq.com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1.6pt;margin-top:565.4pt;height:30.4pt;width:207.45pt;z-index:251685888;mso-width-relative:page;mso-height-relative:page;" filled="f" stroked="f" coordsize="21600,21600" o:gfxdata="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IRGcK/dAAAADQEAAA8AAAAAAAAAAQAgAAAAIgAAAGRycy9kb3ducmV2LnhtbFBLAQIUABQAAAAI&#10;AIdO4kCBnp3fIQIAABoEAAAOAAAAAAAAAAEAIAAAACw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邮    箱：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512451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@qq.com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2179320</wp:posOffset>
                </wp:positionH>
                <wp:positionV relativeFrom="paragraph">
                  <wp:posOffset>6776720</wp:posOffset>
                </wp:positionV>
                <wp:extent cx="2634615" cy="386080"/>
                <wp:effectExtent l="0" t="0" r="0" b="0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4615" cy="386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电    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39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00000000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1.6pt;margin-top:533.6pt;height:30.4pt;width:207.45pt;z-index:251686912;mso-width-relative:page;mso-height-relative:page;" filled="f" stroked="f" coordsize="21600,21600" o:gfxdata="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MJZ4UbdAAAADQEAAA8AAAAAAAAAAQAgAAAAIgAAAGRycy9kb3ducmV2LnhtbFBLAQIUABQAAAAI&#10;AIdO4kDGOUlYIQIAABoEAAAOAAAAAAAAAAEAIAAAACw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电    话：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1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39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00000000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2179320</wp:posOffset>
                </wp:positionH>
                <wp:positionV relativeFrom="paragraph">
                  <wp:posOffset>6371590</wp:posOffset>
                </wp:positionV>
                <wp:extent cx="2634615" cy="386080"/>
                <wp:effectExtent l="0" t="0" r="0" b="0"/>
                <wp:wrapNone/>
                <wp:docPr id="45" name="文本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4615" cy="386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求职意向：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市场推广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1.6pt;margin-top:501.7pt;height:30.4pt;width:207.45pt;z-index:251687936;mso-width-relative:page;mso-height-relative:page;" filled="f" stroked="f" coordsize="21600,21600" o:gfxdata="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mEtOy90AAAANAQAADwAAAAAAAAABACAAAAAiAAAAZHJzL2Rvd25yZXYueG1sUEsBAhQAFAAAAAgA&#10;h07iQHj3KCYgAgAAGgQAAA4AAAAAAAAAAQAgAAAALA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求职意向：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市场推广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2179320</wp:posOffset>
                </wp:positionH>
                <wp:positionV relativeFrom="paragraph">
                  <wp:posOffset>5970905</wp:posOffset>
                </wp:positionV>
                <wp:extent cx="2634615" cy="386080"/>
                <wp:effectExtent l="0" t="0" r="0" b="0"/>
                <wp:wrapNone/>
                <wp:docPr id="46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4615" cy="386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姓    名：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1.6pt;margin-top:470.15pt;height:30.4pt;width:207.45pt;z-index:251688960;mso-width-relative:page;mso-height-relative:page;" filled="f" stroked="f" coordsize="21600,21600" o:gfxdata="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CLaCdvdAAAADAEAAA8AAAAAAAAAAQAgAAAAIgAAAGRycy9kb3ducmV2LnhtbFBLAQIUABQAAAAI&#10;AIdO4kCGfaNgIQIAABoEAAAOAAAAAAAAAAEAIAAAACw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姓    名：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-475615</wp:posOffset>
                </wp:positionH>
                <wp:positionV relativeFrom="paragraph">
                  <wp:posOffset>2527935</wp:posOffset>
                </wp:positionV>
                <wp:extent cx="7589520" cy="1644015"/>
                <wp:effectExtent l="0" t="0" r="0" b="0"/>
                <wp:wrapNone/>
                <wp:docPr id="27" name="折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9520" cy="1644015"/>
                        </a:xfrm>
                        <a:prstGeom prst="foldedCorner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hAnsi="黑体" w:eastAsia="黑体" w:cs="黑体"/>
                                <w:b/>
                                <w:bCs/>
                                <w:color w:val="FFFFFF"/>
                                <w:sz w:val="112"/>
                                <w:szCs w:val="1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5" type="#_x0000_t65" style="position:absolute;left:0pt;margin-left:-37.45pt;margin-top:199.05pt;height:129.45pt;width:597.6pt;z-index:251681792;v-text-anchor:middle;mso-width-relative:page;mso-height-relative:page;" fillcolor="#595959 [2109]" filled="t" stroked="f" coordsize="21600,21600" o:gfxdata="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DovXDp3QAAAAwBAAAP&#10;AAAAAAAAAAEAIAAAACIAAABkcnMvZG93bnJldi54bWxQSwECFAAUAAAACACHTuJA2lacY4UCAADd&#10;BAAADgAAAAAAAAABACAAAAAsAQAAZHJzL2Uyb0RvYy54bWxQSwUGAAAAAAYABgBZAQAAIwYAAAAA&#10;" adj="18000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hAnsi="黑体" w:eastAsia="黑体" w:cs="黑体"/>
                          <w:b/>
                          <w:bCs/>
                          <w:color w:val="FFFFFF"/>
                          <w:sz w:val="112"/>
                          <w:szCs w:val="1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margin">
                  <wp:posOffset>2226945</wp:posOffset>
                </wp:positionH>
                <wp:positionV relativeFrom="paragraph">
                  <wp:posOffset>2829560</wp:posOffset>
                </wp:positionV>
                <wp:extent cx="2332355" cy="1002665"/>
                <wp:effectExtent l="0" t="0" r="0" b="0"/>
                <wp:wrapNone/>
                <wp:docPr id="2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2355" cy="10026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5"/>
                              <w:spacing w:before="0" w:beforeAutospacing="0" w:after="0" w:afterAutospacing="0"/>
                              <w:jc w:val="distribute"/>
                              <w:textAlignment w:val="baseline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80"/>
                                <w:szCs w:val="8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80"/>
                                <w:szCs w:val="8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个人简历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75.35pt;margin-top:222.8pt;height:78.95pt;width:183.65pt;mso-position-horizontal-relative:margin;z-index:251683840;mso-width-relative:page;mso-height-relative:page;" filled="f" stroked="f" coordsize="21600,21600" o:gfxdata="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AoA7IY2QAAAAsBAAAPAAAAAAAA&#10;AAEAIAAAACIAAABkcnMvZG93bnJldi54bWxQSwECFAAUAAAACACHTuJAZ+iPW58BAAARAwAADgAA&#10;AAAAAAABACAAAAAoAQAAZHJzL2Uyb0RvYy54bWxQSwUGAAAAAAYABgBZAQAAO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spacing w:before="0" w:beforeAutospacing="0" w:after="0" w:afterAutospacing="0"/>
                        <w:jc w:val="distribute"/>
                        <w:textAlignment w:val="baseline"/>
                        <w:rPr>
                          <w:rFonts w:ascii="微软雅黑" w:hAnsi="微软雅黑" w:eastAsia="微软雅黑"/>
                          <w:color w:val="FFFFFF" w:themeColor="background1"/>
                          <w:sz w:val="80"/>
                          <w:szCs w:val="8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FFFFFF" w:themeColor="background1"/>
                          <w:kern w:val="24"/>
                          <w:sz w:val="80"/>
                          <w:szCs w:val="8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个人简历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-332740</wp:posOffset>
                </wp:positionV>
                <wp:extent cx="2095500" cy="931545"/>
                <wp:effectExtent l="0" t="0" r="0" b="1905"/>
                <wp:wrapNone/>
                <wp:docPr id="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475" cy="931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595959" w:themeColor="text1" w:themeTint="A6"/>
                                <w:sz w:val="72"/>
                                <w:szCs w:val="5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.1pt;margin-top:-26.2pt;height:73.35pt;width:165pt;z-index:251658240;mso-width-relative:page;mso-height-relative:page;" filled="f" stroked="f" coordsize="21600,21600" o:gfxdata="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CstL2PVAAAACAEAAA8AAAAAAAAAAQAgAAAAIgAAAGRy&#10;cy9kb3ducmV2LnhtbFBLAQIUABQAAAAIAIdO4kBoOJvHCAIAANsDAAAOAAAAAAAAAAEAIAAAACQB&#10;AABkcnMvZTJvRG9jLnhtbFBLBQYAAAAABgAGAFkBAACe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595959" w:themeColor="text1" w:themeTint="A6"/>
                          <w:sz w:val="72"/>
                          <w:szCs w:val="5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个人简历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2092960</wp:posOffset>
                </wp:positionH>
                <wp:positionV relativeFrom="paragraph">
                  <wp:posOffset>-151765</wp:posOffset>
                </wp:positionV>
                <wp:extent cx="2824480" cy="570865"/>
                <wp:effectExtent l="0" t="0" r="0" b="1270"/>
                <wp:wrapNone/>
                <wp:docPr id="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4446" cy="5706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595959" w:themeColor="text1" w:themeTint="A6"/>
                                <w:szCs w:val="2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595959" w:themeColor="text1" w:themeTint="A6"/>
                                <w:szCs w:val="2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细心从每一个小细节开始。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595959" w:themeColor="text1" w:themeTint="A6"/>
                                <w:sz w:val="36"/>
                                <w:szCs w:val="2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Personal resume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64.8pt;margin-top:-11.95pt;height:44.95pt;width:222.4pt;z-index:251659264;v-text-anchor:middle;mso-width-relative:page;mso-height-relative:page;" filled="f" stroked="f" coordsize="21600,21600" o:gfxdata="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D5zrYfaAAAACgEAAA8AAAAAAAAAAQAgAAAA&#10;IgAAAGRycy9kb3ducmV2LnhtbFBLAQIUABQAAAAIAIdO4kAzlK4qCQIAAN0DAAAOAAAAAAAAAAEA&#10;IAAAACkBAABkcnMvZTJvRG9jLnhtbFBLBQYAAAAABgAGAFkBAACk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595959" w:themeColor="text1" w:themeTint="A6"/>
                          <w:szCs w:val="2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595959" w:themeColor="text1" w:themeTint="A6"/>
                          <w:szCs w:val="2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细心从每一个小细节开始。</w:t>
                      </w:r>
                    </w:p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color w:val="595959" w:themeColor="text1" w:themeTint="A6"/>
                          <w:sz w:val="36"/>
                          <w:szCs w:val="2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Personal resume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2055495</wp:posOffset>
                </wp:positionH>
                <wp:positionV relativeFrom="paragraph">
                  <wp:posOffset>-151765</wp:posOffset>
                </wp:positionV>
                <wp:extent cx="0" cy="570865"/>
                <wp:effectExtent l="0" t="0" r="19050" b="2032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061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1.85pt;margin-top:-11.95pt;height:44.95pt;width:0pt;z-index:251660288;mso-width-relative:page;mso-height-relative:page;" filled="f" stroked="t" coordsize="21600,21600" o:gfxdata="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KQ7s12QAAAAoBAAAPAAAAAAAAAAEA&#10;IAAAACIAAABkcnMvZG93bnJldi54bWxQSwECFAAUAAAACACHTuJAEnIUW9UBAACFAwAADgAAAAAA&#10;AAABACAAAAAoAQAAZHJzL2Uyb0RvYy54bWxQSwUGAAAAAAYABgBZAQAAbwUAAAAA&#10;">
                <v:fill on="f" focussize="0,0"/>
                <v:stroke weight="1.5pt" color="#595959 [2109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-431165</wp:posOffset>
                </wp:positionH>
                <wp:positionV relativeFrom="paragraph">
                  <wp:posOffset>-450850</wp:posOffset>
                </wp:positionV>
                <wp:extent cx="7526655" cy="10720705"/>
                <wp:effectExtent l="0" t="0" r="17145" b="444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35" y="81280"/>
                          <a:ext cx="7526655" cy="107207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3.95pt;margin-top:-35.5pt;height:844.15pt;width:592.65pt;z-index:-251659264;v-text-anchor:middle;mso-width-relative:page;mso-height-relative:page;" fillcolor="#FFFFFF [3212]" filled="t" stroked="f" coordsize="21600,21600" o:gfxdata="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DrCrn9cAAAANAQAADwAAAAAA&#10;AAABACAAAAAiAAAAZHJzL2Rvd25yZXYueG1sUEsBAhQAFAAAAAgAh07iQD9RomdNAgAAcgQAAA4A&#10;AAAAAAAAAQAgAAAAJgEAAGRycy9lMm9Eb2MueG1sUEsFBgAAAAAGAAYAWQEAAOU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5314950</wp:posOffset>
                </wp:positionH>
                <wp:positionV relativeFrom="page">
                  <wp:posOffset>409575</wp:posOffset>
                </wp:positionV>
                <wp:extent cx="281305" cy="287655"/>
                <wp:effectExtent l="0" t="0" r="4445" b="0"/>
                <wp:wrapNone/>
                <wp:docPr id="10" name="Freeform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1305" cy="287655"/>
                        </a:xfrm>
                        <a:custGeom>
                          <a:avLst/>
                          <a:gdLst>
                            <a:gd name="T0" fmla="*/ 0 w 192"/>
                            <a:gd name="T1" fmla="*/ 98 h 196"/>
                            <a:gd name="T2" fmla="*/ 96 w 192"/>
                            <a:gd name="T3" fmla="*/ 0 h 196"/>
                            <a:gd name="T4" fmla="*/ 192 w 192"/>
                            <a:gd name="T5" fmla="*/ 98 h 196"/>
                            <a:gd name="T6" fmla="*/ 96 w 192"/>
                            <a:gd name="T7" fmla="*/ 196 h 196"/>
                            <a:gd name="T8" fmla="*/ 0 w 192"/>
                            <a:gd name="T9" fmla="*/ 98 h 196"/>
                            <a:gd name="T10" fmla="*/ 167 w 192"/>
                            <a:gd name="T11" fmla="*/ 69 h 196"/>
                            <a:gd name="T12" fmla="*/ 167 w 192"/>
                            <a:gd name="T13" fmla="*/ 69 h 196"/>
                            <a:gd name="T14" fmla="*/ 168 w 192"/>
                            <a:gd name="T15" fmla="*/ 74 h 196"/>
                            <a:gd name="T16" fmla="*/ 101 w 192"/>
                            <a:gd name="T17" fmla="*/ 97 h 196"/>
                            <a:gd name="T18" fmla="*/ 94 w 192"/>
                            <a:gd name="T19" fmla="*/ 97 h 196"/>
                            <a:gd name="T20" fmla="*/ 59 w 192"/>
                            <a:gd name="T21" fmla="*/ 86 h 196"/>
                            <a:gd name="T22" fmla="*/ 98 w 192"/>
                            <a:gd name="T23" fmla="*/ 70 h 196"/>
                            <a:gd name="T24" fmla="*/ 99 w 192"/>
                            <a:gd name="T25" fmla="*/ 65 h 196"/>
                            <a:gd name="T26" fmla="*/ 99 w 192"/>
                            <a:gd name="T27" fmla="*/ 65 h 196"/>
                            <a:gd name="T28" fmla="*/ 95 w 192"/>
                            <a:gd name="T29" fmla="*/ 63 h 196"/>
                            <a:gd name="T30" fmla="*/ 49 w 192"/>
                            <a:gd name="T31" fmla="*/ 82 h 196"/>
                            <a:gd name="T32" fmla="*/ 49 w 192"/>
                            <a:gd name="T33" fmla="*/ 83 h 196"/>
                            <a:gd name="T34" fmla="*/ 40 w 192"/>
                            <a:gd name="T35" fmla="*/ 103 h 196"/>
                            <a:gd name="T36" fmla="*/ 44 w 192"/>
                            <a:gd name="T37" fmla="*/ 109 h 196"/>
                            <a:gd name="T38" fmla="*/ 41 w 192"/>
                            <a:gd name="T39" fmla="*/ 115 h 196"/>
                            <a:gd name="T40" fmla="*/ 31 w 192"/>
                            <a:gd name="T41" fmla="*/ 152 h 196"/>
                            <a:gd name="T42" fmla="*/ 20 w 192"/>
                            <a:gd name="T43" fmla="*/ 146 h 196"/>
                            <a:gd name="T44" fmla="*/ 34 w 192"/>
                            <a:gd name="T45" fmla="*/ 116 h 196"/>
                            <a:gd name="T46" fmla="*/ 29 w 192"/>
                            <a:gd name="T47" fmla="*/ 109 h 196"/>
                            <a:gd name="T48" fmla="*/ 34 w 192"/>
                            <a:gd name="T49" fmla="*/ 102 h 196"/>
                            <a:gd name="T50" fmla="*/ 42 w 192"/>
                            <a:gd name="T51" fmla="*/ 80 h 196"/>
                            <a:gd name="T52" fmla="*/ 26 w 192"/>
                            <a:gd name="T53" fmla="*/ 74 h 196"/>
                            <a:gd name="T54" fmla="*/ 26 w 192"/>
                            <a:gd name="T55" fmla="*/ 69 h 196"/>
                            <a:gd name="T56" fmla="*/ 93 w 192"/>
                            <a:gd name="T57" fmla="*/ 45 h 196"/>
                            <a:gd name="T58" fmla="*/ 101 w 192"/>
                            <a:gd name="T59" fmla="*/ 45 h 196"/>
                            <a:gd name="T60" fmla="*/ 167 w 192"/>
                            <a:gd name="T61" fmla="*/ 69 h 196"/>
                            <a:gd name="T62" fmla="*/ 94 w 192"/>
                            <a:gd name="T63" fmla="*/ 106 h 196"/>
                            <a:gd name="T64" fmla="*/ 94 w 192"/>
                            <a:gd name="T65" fmla="*/ 106 h 196"/>
                            <a:gd name="T66" fmla="*/ 101 w 192"/>
                            <a:gd name="T67" fmla="*/ 106 h 196"/>
                            <a:gd name="T68" fmla="*/ 144 w 192"/>
                            <a:gd name="T69" fmla="*/ 92 h 196"/>
                            <a:gd name="T70" fmla="*/ 144 w 192"/>
                            <a:gd name="T71" fmla="*/ 115 h 196"/>
                            <a:gd name="T72" fmla="*/ 140 w 192"/>
                            <a:gd name="T73" fmla="*/ 121 h 196"/>
                            <a:gd name="T74" fmla="*/ 55 w 192"/>
                            <a:gd name="T75" fmla="*/ 123 h 196"/>
                            <a:gd name="T76" fmla="*/ 52 w 192"/>
                            <a:gd name="T77" fmla="*/ 119 h 196"/>
                            <a:gd name="T78" fmla="*/ 55 w 192"/>
                            <a:gd name="T79" fmla="*/ 111 h 196"/>
                            <a:gd name="T80" fmla="*/ 51 w 192"/>
                            <a:gd name="T81" fmla="*/ 103 h 196"/>
                            <a:gd name="T82" fmla="*/ 51 w 192"/>
                            <a:gd name="T83" fmla="*/ 92 h 196"/>
                            <a:gd name="T84" fmla="*/ 94 w 192"/>
                            <a:gd name="T85" fmla="*/ 106 h 196"/>
                            <a:gd name="T86" fmla="*/ 94 w 192"/>
                            <a:gd name="T87" fmla="*/ 106 h 196"/>
                            <a:gd name="T88" fmla="*/ 94 w 192"/>
                            <a:gd name="T89" fmla="*/ 106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192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2" y="44"/>
                                <a:pt x="192" y="98"/>
                              </a:cubicBezTo>
                              <a:cubicBezTo>
                                <a:pt x="192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167" y="69"/>
                              </a:moveTo>
                              <a:cubicBezTo>
                                <a:pt x="167" y="69"/>
                                <a:pt x="167" y="69"/>
                                <a:pt x="167" y="69"/>
                              </a:cubicBezTo>
                              <a:cubicBezTo>
                                <a:pt x="172" y="70"/>
                                <a:pt x="172" y="73"/>
                                <a:pt x="168" y="74"/>
                              </a:cubicBezTo>
                              <a:cubicBezTo>
                                <a:pt x="168" y="74"/>
                                <a:pt x="168" y="74"/>
                                <a:pt x="101" y="97"/>
                              </a:cubicBezTo>
                              <a:cubicBezTo>
                                <a:pt x="97" y="99"/>
                                <a:pt x="98" y="99"/>
                                <a:pt x="94" y="97"/>
                              </a:cubicBezTo>
                              <a:cubicBezTo>
                                <a:pt x="94" y="97"/>
                                <a:pt x="94" y="97"/>
                                <a:pt x="59" y="86"/>
                              </a:cubicBezTo>
                              <a:cubicBezTo>
                                <a:pt x="59" y="86"/>
                                <a:pt x="59" y="86"/>
                                <a:pt x="98" y="70"/>
                              </a:cubicBezTo>
                              <a:cubicBezTo>
                                <a:pt x="99" y="69"/>
                                <a:pt x="100" y="67"/>
                                <a:pt x="99" y="65"/>
                              </a:cubicBezTo>
                              <a:cubicBezTo>
                                <a:pt x="99" y="65"/>
                                <a:pt x="99" y="65"/>
                                <a:pt x="99" y="65"/>
                              </a:cubicBezTo>
                              <a:cubicBezTo>
                                <a:pt x="99" y="63"/>
                                <a:pt x="97" y="63"/>
                                <a:pt x="95" y="63"/>
                              </a:cubicBezTo>
                              <a:cubicBezTo>
                                <a:pt x="95" y="63"/>
                                <a:pt x="95" y="63"/>
                                <a:pt x="49" y="82"/>
                              </a:cubicBezTo>
                              <a:cubicBezTo>
                                <a:pt x="49" y="82"/>
                                <a:pt x="49" y="82"/>
                                <a:pt x="49" y="83"/>
                              </a:cubicBezTo>
                              <a:cubicBezTo>
                                <a:pt x="43" y="87"/>
                                <a:pt x="41" y="94"/>
                                <a:pt x="40" y="103"/>
                              </a:cubicBezTo>
                              <a:cubicBezTo>
                                <a:pt x="43" y="104"/>
                                <a:pt x="44" y="106"/>
                                <a:pt x="44" y="109"/>
                              </a:cubicBezTo>
                              <a:cubicBezTo>
                                <a:pt x="44" y="112"/>
                                <a:pt x="43" y="114"/>
                                <a:pt x="41" y="115"/>
                              </a:cubicBezTo>
                              <a:cubicBezTo>
                                <a:pt x="42" y="130"/>
                                <a:pt x="44" y="146"/>
                                <a:pt x="31" y="152"/>
                              </a:cubicBezTo>
                              <a:cubicBezTo>
                                <a:pt x="27" y="150"/>
                                <a:pt x="24" y="149"/>
                                <a:pt x="20" y="146"/>
                              </a:cubicBezTo>
                              <a:cubicBezTo>
                                <a:pt x="29" y="134"/>
                                <a:pt x="32" y="124"/>
                                <a:pt x="34" y="116"/>
                              </a:cubicBezTo>
                              <a:cubicBezTo>
                                <a:pt x="31" y="114"/>
                                <a:pt x="29" y="112"/>
                                <a:pt x="29" y="109"/>
                              </a:cubicBezTo>
                              <a:cubicBezTo>
                                <a:pt x="29" y="106"/>
                                <a:pt x="31" y="103"/>
                                <a:pt x="34" y="102"/>
                              </a:cubicBezTo>
                              <a:cubicBezTo>
                                <a:pt x="34" y="94"/>
                                <a:pt x="35" y="87"/>
                                <a:pt x="42" y="80"/>
                              </a:cubicBezTo>
                              <a:cubicBezTo>
                                <a:pt x="42" y="80"/>
                                <a:pt x="42" y="80"/>
                                <a:pt x="26" y="74"/>
                              </a:cubicBezTo>
                              <a:cubicBezTo>
                                <a:pt x="21" y="73"/>
                                <a:pt x="21" y="70"/>
                                <a:pt x="26" y="69"/>
                              </a:cubicBezTo>
                              <a:cubicBezTo>
                                <a:pt x="26" y="69"/>
                                <a:pt x="26" y="69"/>
                                <a:pt x="93" y="45"/>
                              </a:cubicBezTo>
                              <a:cubicBezTo>
                                <a:pt x="97" y="44"/>
                                <a:pt x="96" y="44"/>
                                <a:pt x="101" y="45"/>
                              </a:cubicBezTo>
                              <a:cubicBezTo>
                                <a:pt x="101" y="45"/>
                                <a:pt x="101" y="45"/>
                                <a:pt x="167" y="69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  <a:cubicBezTo>
                                <a:pt x="98" y="108"/>
                                <a:pt x="96" y="108"/>
                                <a:pt x="101" y="106"/>
                              </a:cubicBezTo>
                              <a:cubicBezTo>
                                <a:pt x="101" y="106"/>
                                <a:pt x="101" y="106"/>
                                <a:pt x="144" y="92"/>
                              </a:cubicBezTo>
                              <a:cubicBezTo>
                                <a:pt x="144" y="92"/>
                                <a:pt x="144" y="92"/>
                                <a:pt x="144" y="115"/>
                              </a:cubicBezTo>
                              <a:cubicBezTo>
                                <a:pt x="144" y="117"/>
                                <a:pt x="143" y="120"/>
                                <a:pt x="140" y="121"/>
                              </a:cubicBezTo>
                              <a:cubicBezTo>
                                <a:pt x="113" y="136"/>
                                <a:pt x="80" y="136"/>
                                <a:pt x="55" y="123"/>
                              </a:cubicBezTo>
                              <a:cubicBezTo>
                                <a:pt x="54" y="122"/>
                                <a:pt x="53" y="120"/>
                                <a:pt x="52" y="119"/>
                              </a:cubicBezTo>
                              <a:cubicBezTo>
                                <a:pt x="54" y="117"/>
                                <a:pt x="55" y="114"/>
                                <a:pt x="55" y="111"/>
                              </a:cubicBezTo>
                              <a:cubicBezTo>
                                <a:pt x="55" y="108"/>
                                <a:pt x="54" y="105"/>
                                <a:pt x="51" y="103"/>
                              </a:cubicBezTo>
                              <a:cubicBezTo>
                                <a:pt x="51" y="103"/>
                                <a:pt x="51" y="103"/>
                                <a:pt x="51" y="92"/>
                              </a:cubicBezTo>
                              <a:cubicBezTo>
                                <a:pt x="51" y="92"/>
                                <a:pt x="51" y="92"/>
                                <a:pt x="94" y="106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</a:path>
                          </a:pathLst>
                        </a:cu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3" o:spid="_x0000_s1026" o:spt="100" style="position:absolute;left:0pt;margin-left:418.5pt;margin-top:32.25pt;height:22.65pt;width:22.15pt;mso-position-vertical-relative:page;z-index:251663360;mso-width-relative:page;mso-height-relative:page;" fillcolor="#808080 [1629]" filled="t" stroked="f" coordsize="192,196" o:gfxdata="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" path="m0,98c0,44,43,0,96,0c149,0,192,44,192,98c192,152,149,196,96,196c43,196,0,152,0,98xm167,69c167,69,167,69,167,69c172,70,172,73,168,74c168,74,168,74,101,97c97,99,98,99,94,97c94,97,94,97,59,86c59,86,59,86,98,70c99,69,100,67,99,65c99,65,99,65,99,65c99,63,97,63,95,63c95,63,95,63,49,82c49,82,49,82,49,83c43,87,41,94,40,103c43,104,44,106,44,109c44,112,43,114,41,115c42,130,44,146,31,152c27,150,24,149,20,146c29,134,32,124,34,116c31,114,29,112,29,109c29,106,31,103,34,102c34,94,35,87,42,80c42,80,42,80,26,74c21,73,21,70,26,69c26,69,26,69,93,45c97,44,96,44,101,45c101,45,101,45,167,69xm94,106c94,106,94,106,94,106c98,108,96,108,101,106c101,106,101,106,144,92c144,92,144,92,144,115c144,117,143,120,140,121c113,136,80,136,55,123c54,122,53,120,52,119c54,117,55,114,55,111c55,108,54,105,51,103c51,103,51,103,51,92c51,92,51,92,94,106xm94,106c94,106,94,106,94,106e">
                <v:path o:connectlocs="0,143827;140652,0;281305,143827;140652,287655;0,143827;244676,101266;244676,101266;246141,108604;147978,142359;137722,142359;86442,126215;143582,102733;145047,95395;145047,95395;139187,92460;71791,120345;71791,121813;58605,151165;64465,159971;60070,168777;45419,223079;29302,214273;49814,170244;42488,159971;49814,149698;61535,117410;38093,108604;38093,101266;136257,66043;147978,66043;244676,101266;137722,155568;137722,155568;147978,155568;210978,135021;210978,168777;205118,177582;80582,180518;76186,174647;80582,162906;74721,151165;74721,135021;137722,155568;137722,155568;137722,155568" o:connectangles="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5762625</wp:posOffset>
                </wp:positionH>
                <wp:positionV relativeFrom="page">
                  <wp:posOffset>409575</wp:posOffset>
                </wp:positionV>
                <wp:extent cx="280035" cy="287655"/>
                <wp:effectExtent l="0" t="0" r="5715" b="0"/>
                <wp:wrapNone/>
                <wp:docPr id="9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0035" cy="287655"/>
                        </a:xfrm>
                        <a:custGeom>
                          <a:avLst/>
                          <a:gdLst>
                            <a:gd name="T0" fmla="*/ 0 w 191"/>
                            <a:gd name="T1" fmla="*/ 98 h 196"/>
                            <a:gd name="T2" fmla="*/ 96 w 191"/>
                            <a:gd name="T3" fmla="*/ 0 h 196"/>
                            <a:gd name="T4" fmla="*/ 191 w 191"/>
                            <a:gd name="T5" fmla="*/ 98 h 196"/>
                            <a:gd name="T6" fmla="*/ 96 w 191"/>
                            <a:gd name="T7" fmla="*/ 196 h 196"/>
                            <a:gd name="T8" fmla="*/ 0 w 191"/>
                            <a:gd name="T9" fmla="*/ 98 h 196"/>
                            <a:gd name="T10" fmla="*/ 84 w 191"/>
                            <a:gd name="T11" fmla="*/ 105 h 196"/>
                            <a:gd name="T12" fmla="*/ 84 w 191"/>
                            <a:gd name="T13" fmla="*/ 109 h 196"/>
                            <a:gd name="T14" fmla="*/ 88 w 191"/>
                            <a:gd name="T15" fmla="*/ 113 h 196"/>
                            <a:gd name="T16" fmla="*/ 102 w 191"/>
                            <a:gd name="T17" fmla="*/ 113 h 196"/>
                            <a:gd name="T18" fmla="*/ 105 w 191"/>
                            <a:gd name="T19" fmla="*/ 109 h 196"/>
                            <a:gd name="T20" fmla="*/ 105 w 191"/>
                            <a:gd name="T21" fmla="*/ 105 h 196"/>
                            <a:gd name="T22" fmla="*/ 102 w 191"/>
                            <a:gd name="T23" fmla="*/ 101 h 196"/>
                            <a:gd name="T24" fmla="*/ 88 w 191"/>
                            <a:gd name="T25" fmla="*/ 101 h 196"/>
                            <a:gd name="T26" fmla="*/ 84 w 191"/>
                            <a:gd name="T27" fmla="*/ 105 h 196"/>
                            <a:gd name="T28" fmla="*/ 72 w 191"/>
                            <a:gd name="T29" fmla="*/ 63 h 196"/>
                            <a:gd name="T30" fmla="*/ 117 w 191"/>
                            <a:gd name="T31" fmla="*/ 63 h 196"/>
                            <a:gd name="T32" fmla="*/ 147 w 191"/>
                            <a:gd name="T33" fmla="*/ 63 h 196"/>
                            <a:gd name="T34" fmla="*/ 151 w 191"/>
                            <a:gd name="T35" fmla="*/ 68 h 196"/>
                            <a:gd name="T36" fmla="*/ 151 w 191"/>
                            <a:gd name="T37" fmla="*/ 88 h 196"/>
                            <a:gd name="T38" fmla="*/ 116 w 191"/>
                            <a:gd name="T39" fmla="*/ 103 h 196"/>
                            <a:gd name="T40" fmla="*/ 110 w 191"/>
                            <a:gd name="T41" fmla="*/ 103 h 196"/>
                            <a:gd name="T42" fmla="*/ 110 w 191"/>
                            <a:gd name="T43" fmla="*/ 99 h 196"/>
                            <a:gd name="T44" fmla="*/ 105 w 191"/>
                            <a:gd name="T45" fmla="*/ 96 h 196"/>
                            <a:gd name="T46" fmla="*/ 82 w 191"/>
                            <a:gd name="T47" fmla="*/ 96 h 196"/>
                            <a:gd name="T48" fmla="*/ 79 w 191"/>
                            <a:gd name="T49" fmla="*/ 99 h 196"/>
                            <a:gd name="T50" fmla="*/ 79 w 191"/>
                            <a:gd name="T51" fmla="*/ 103 h 196"/>
                            <a:gd name="T52" fmla="*/ 74 w 191"/>
                            <a:gd name="T53" fmla="*/ 103 h 196"/>
                            <a:gd name="T54" fmla="*/ 40 w 191"/>
                            <a:gd name="T55" fmla="*/ 88 h 196"/>
                            <a:gd name="T56" fmla="*/ 40 w 191"/>
                            <a:gd name="T57" fmla="*/ 69 h 196"/>
                            <a:gd name="T58" fmla="*/ 43 w 191"/>
                            <a:gd name="T59" fmla="*/ 63 h 196"/>
                            <a:gd name="T60" fmla="*/ 72 w 191"/>
                            <a:gd name="T61" fmla="*/ 63 h 196"/>
                            <a:gd name="T62" fmla="*/ 109 w 191"/>
                            <a:gd name="T63" fmla="*/ 63 h 196"/>
                            <a:gd name="T64" fmla="*/ 117 w 191"/>
                            <a:gd name="T65" fmla="*/ 63 h 196"/>
                            <a:gd name="T66" fmla="*/ 118 w 191"/>
                            <a:gd name="T67" fmla="*/ 50 h 196"/>
                            <a:gd name="T68" fmla="*/ 111 w 191"/>
                            <a:gd name="T69" fmla="*/ 45 h 196"/>
                            <a:gd name="T70" fmla="*/ 78 w 191"/>
                            <a:gd name="T71" fmla="*/ 45 h 196"/>
                            <a:gd name="T72" fmla="*/ 72 w 191"/>
                            <a:gd name="T73" fmla="*/ 50 h 196"/>
                            <a:gd name="T74" fmla="*/ 72 w 191"/>
                            <a:gd name="T75" fmla="*/ 63 h 196"/>
                            <a:gd name="T76" fmla="*/ 81 w 191"/>
                            <a:gd name="T77" fmla="*/ 63 h 196"/>
                            <a:gd name="T78" fmla="*/ 81 w 191"/>
                            <a:gd name="T79" fmla="*/ 56 h 196"/>
                            <a:gd name="T80" fmla="*/ 83 w 191"/>
                            <a:gd name="T81" fmla="*/ 52 h 196"/>
                            <a:gd name="T82" fmla="*/ 107 w 191"/>
                            <a:gd name="T83" fmla="*/ 52 h 196"/>
                            <a:gd name="T84" fmla="*/ 109 w 191"/>
                            <a:gd name="T85" fmla="*/ 56 h 196"/>
                            <a:gd name="T86" fmla="*/ 109 w 191"/>
                            <a:gd name="T87" fmla="*/ 63 h 196"/>
                            <a:gd name="T88" fmla="*/ 151 w 191"/>
                            <a:gd name="T89" fmla="*/ 92 h 196"/>
                            <a:gd name="T90" fmla="*/ 110 w 191"/>
                            <a:gd name="T91" fmla="*/ 108 h 196"/>
                            <a:gd name="T92" fmla="*/ 110 w 191"/>
                            <a:gd name="T93" fmla="*/ 113 h 196"/>
                            <a:gd name="T94" fmla="*/ 105 w 191"/>
                            <a:gd name="T95" fmla="*/ 119 h 196"/>
                            <a:gd name="T96" fmla="*/ 84 w 191"/>
                            <a:gd name="T97" fmla="*/ 119 h 196"/>
                            <a:gd name="T98" fmla="*/ 80 w 191"/>
                            <a:gd name="T99" fmla="*/ 113 h 196"/>
                            <a:gd name="T100" fmla="*/ 80 w 191"/>
                            <a:gd name="T101" fmla="*/ 108 h 196"/>
                            <a:gd name="T102" fmla="*/ 40 w 191"/>
                            <a:gd name="T103" fmla="*/ 92 h 196"/>
                            <a:gd name="T104" fmla="*/ 40 w 191"/>
                            <a:gd name="T105" fmla="*/ 146 h 196"/>
                            <a:gd name="T106" fmla="*/ 44 w 191"/>
                            <a:gd name="T107" fmla="*/ 151 h 196"/>
                            <a:gd name="T108" fmla="*/ 145 w 191"/>
                            <a:gd name="T109" fmla="*/ 151 h 196"/>
                            <a:gd name="T110" fmla="*/ 151 w 191"/>
                            <a:gd name="T111" fmla="*/ 145 h 196"/>
                            <a:gd name="T112" fmla="*/ 151 w 191"/>
                            <a:gd name="T113" fmla="*/ 92 h 196"/>
                            <a:gd name="T114" fmla="*/ 151 w 191"/>
                            <a:gd name="T115" fmla="*/ 92 h 196"/>
                            <a:gd name="T116" fmla="*/ 151 w 191"/>
                            <a:gd name="T117" fmla="*/ 92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91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1" y="44"/>
                                <a:pt x="191" y="98"/>
                              </a:cubicBezTo>
                              <a:cubicBezTo>
                                <a:pt x="191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84" y="105"/>
                              </a:moveTo>
                              <a:cubicBezTo>
                                <a:pt x="84" y="105"/>
                                <a:pt x="84" y="105"/>
                                <a:pt x="84" y="109"/>
                              </a:cubicBezTo>
                              <a:cubicBezTo>
                                <a:pt x="84" y="115"/>
                                <a:pt x="88" y="113"/>
                                <a:pt x="88" y="113"/>
                              </a:cubicBezTo>
                              <a:cubicBezTo>
                                <a:pt x="88" y="113"/>
                                <a:pt x="88" y="113"/>
                                <a:pt x="102" y="113"/>
                              </a:cubicBezTo>
                              <a:cubicBezTo>
                                <a:pt x="106" y="113"/>
                                <a:pt x="105" y="109"/>
                                <a:pt x="105" y="109"/>
                              </a:cubicBezTo>
                              <a:cubicBezTo>
                                <a:pt x="105" y="109"/>
                                <a:pt x="105" y="109"/>
                                <a:pt x="105" y="105"/>
                              </a:cubicBezTo>
                              <a:cubicBezTo>
                                <a:pt x="105" y="101"/>
                                <a:pt x="102" y="101"/>
                                <a:pt x="102" y="101"/>
                              </a:cubicBezTo>
                              <a:cubicBezTo>
                                <a:pt x="102" y="101"/>
                                <a:pt x="102" y="101"/>
                                <a:pt x="88" y="101"/>
                              </a:cubicBezTo>
                              <a:cubicBezTo>
                                <a:pt x="83" y="101"/>
                                <a:pt x="84" y="105"/>
                                <a:pt x="84" y="105"/>
                              </a:cubicBezTo>
                              <a:close/>
                              <a:moveTo>
                                <a:pt x="72" y="63"/>
                              </a:moveTo>
                              <a:cubicBezTo>
                                <a:pt x="72" y="63"/>
                                <a:pt x="72" y="63"/>
                                <a:pt x="117" y="63"/>
                              </a:cubicBezTo>
                              <a:cubicBezTo>
                                <a:pt x="117" y="63"/>
                                <a:pt x="117" y="63"/>
                                <a:pt x="147" y="63"/>
                              </a:cubicBezTo>
                              <a:cubicBezTo>
                                <a:pt x="152" y="63"/>
                                <a:pt x="151" y="68"/>
                                <a:pt x="151" y="68"/>
                              </a:cubicBezTo>
                              <a:cubicBezTo>
                                <a:pt x="151" y="68"/>
                                <a:pt x="151" y="68"/>
                                <a:pt x="151" y="88"/>
                              </a:cubicBezTo>
                              <a:cubicBezTo>
                                <a:pt x="151" y="88"/>
                                <a:pt x="151" y="88"/>
                                <a:pt x="116" y="103"/>
                              </a:cubicBezTo>
                              <a:cubicBezTo>
                                <a:pt x="116" y="103"/>
                                <a:pt x="116" y="103"/>
                                <a:pt x="110" y="103"/>
                              </a:cubicBezTo>
                              <a:cubicBezTo>
                                <a:pt x="110" y="103"/>
                                <a:pt x="110" y="103"/>
                                <a:pt x="110" y="99"/>
                              </a:cubicBezTo>
                              <a:cubicBezTo>
                                <a:pt x="110" y="95"/>
                                <a:pt x="105" y="96"/>
                                <a:pt x="105" y="96"/>
                              </a:cubicBezTo>
                              <a:cubicBezTo>
                                <a:pt x="105" y="96"/>
                                <a:pt x="105" y="96"/>
                                <a:pt x="82" y="96"/>
                              </a:cubicBezTo>
                              <a:cubicBezTo>
                                <a:pt x="80" y="96"/>
                                <a:pt x="79" y="99"/>
                                <a:pt x="79" y="99"/>
                              </a:cubicBezTo>
                              <a:cubicBezTo>
                                <a:pt x="79" y="99"/>
                                <a:pt x="79" y="99"/>
                                <a:pt x="79" y="103"/>
                              </a:cubicBezTo>
                              <a:cubicBezTo>
                                <a:pt x="79" y="103"/>
                                <a:pt x="79" y="103"/>
                                <a:pt x="74" y="103"/>
                              </a:cubicBezTo>
                              <a:cubicBezTo>
                                <a:pt x="74" y="103"/>
                                <a:pt x="74" y="103"/>
                                <a:pt x="40" y="88"/>
                              </a:cubicBezTo>
                              <a:cubicBezTo>
                                <a:pt x="40" y="88"/>
                                <a:pt x="40" y="88"/>
                                <a:pt x="40" y="69"/>
                              </a:cubicBezTo>
                              <a:cubicBezTo>
                                <a:pt x="40" y="62"/>
                                <a:pt x="43" y="63"/>
                                <a:pt x="43" y="63"/>
                              </a:cubicBezTo>
                              <a:cubicBezTo>
                                <a:pt x="43" y="63"/>
                                <a:pt x="43" y="63"/>
                                <a:pt x="72" y="63"/>
                              </a:cubicBezTo>
                              <a:close/>
                              <a:moveTo>
                                <a:pt x="109" y="63"/>
                              </a:moveTo>
                              <a:cubicBezTo>
                                <a:pt x="109" y="63"/>
                                <a:pt x="109" y="63"/>
                                <a:pt x="117" y="63"/>
                              </a:cubicBezTo>
                              <a:cubicBezTo>
                                <a:pt x="117" y="63"/>
                                <a:pt x="117" y="63"/>
                                <a:pt x="118" y="50"/>
                              </a:cubicBezTo>
                              <a:cubicBezTo>
                                <a:pt x="118" y="44"/>
                                <a:pt x="111" y="45"/>
                                <a:pt x="111" y="45"/>
                              </a:cubicBezTo>
                              <a:cubicBezTo>
                                <a:pt x="111" y="45"/>
                                <a:pt x="111" y="45"/>
                                <a:pt x="78" y="45"/>
                              </a:cubicBezTo>
                              <a:cubicBezTo>
                                <a:pt x="72" y="46"/>
                                <a:pt x="72" y="50"/>
                                <a:pt x="72" y="50"/>
                              </a:cubicBezTo>
                              <a:cubicBezTo>
                                <a:pt x="72" y="50"/>
                                <a:pt x="72" y="50"/>
                                <a:pt x="72" y="63"/>
                              </a:cubicBezTo>
                              <a:cubicBezTo>
                                <a:pt x="72" y="63"/>
                                <a:pt x="72" y="63"/>
                                <a:pt x="81" y="63"/>
                              </a:cubicBezTo>
                              <a:cubicBezTo>
                                <a:pt x="81" y="63"/>
                                <a:pt x="81" y="63"/>
                                <a:pt x="81" y="56"/>
                              </a:cubicBezTo>
                              <a:cubicBezTo>
                                <a:pt x="81" y="52"/>
                                <a:pt x="83" y="52"/>
                                <a:pt x="83" y="52"/>
                              </a:cubicBezTo>
                              <a:cubicBezTo>
                                <a:pt x="83" y="52"/>
                                <a:pt x="83" y="52"/>
                                <a:pt x="107" y="52"/>
                              </a:cubicBezTo>
                              <a:cubicBezTo>
                                <a:pt x="110" y="52"/>
                                <a:pt x="109" y="56"/>
                                <a:pt x="109" y="56"/>
                              </a:cubicBezTo>
                              <a:cubicBezTo>
                                <a:pt x="109" y="56"/>
                                <a:pt x="109" y="56"/>
                                <a:pt x="109" y="63"/>
                              </a:cubicBezTo>
                              <a:close/>
                              <a:moveTo>
                                <a:pt x="151" y="92"/>
                              </a:moveTo>
                              <a:cubicBezTo>
                                <a:pt x="151" y="92"/>
                                <a:pt x="151" y="92"/>
                                <a:pt x="110" y="108"/>
                              </a:cubicBezTo>
                              <a:cubicBezTo>
                                <a:pt x="110" y="108"/>
                                <a:pt x="110" y="108"/>
                                <a:pt x="110" y="113"/>
                              </a:cubicBezTo>
                              <a:cubicBezTo>
                                <a:pt x="110" y="119"/>
                                <a:pt x="105" y="119"/>
                                <a:pt x="105" y="119"/>
                              </a:cubicBezTo>
                              <a:cubicBezTo>
                                <a:pt x="105" y="119"/>
                                <a:pt x="105" y="119"/>
                                <a:pt x="84" y="119"/>
                              </a:cubicBezTo>
                              <a:cubicBezTo>
                                <a:pt x="80" y="119"/>
                                <a:pt x="80" y="113"/>
                                <a:pt x="80" y="113"/>
                              </a:cubicBezTo>
                              <a:cubicBezTo>
                                <a:pt x="80" y="113"/>
                                <a:pt x="80" y="113"/>
                                <a:pt x="80" y="108"/>
                              </a:cubicBezTo>
                              <a:cubicBezTo>
                                <a:pt x="80" y="108"/>
                                <a:pt x="80" y="108"/>
                                <a:pt x="40" y="92"/>
                              </a:cubicBezTo>
                              <a:cubicBezTo>
                                <a:pt x="40" y="92"/>
                                <a:pt x="40" y="92"/>
                                <a:pt x="40" y="146"/>
                              </a:cubicBezTo>
                              <a:cubicBezTo>
                                <a:pt x="40" y="152"/>
                                <a:pt x="44" y="151"/>
                                <a:pt x="44" y="151"/>
                              </a:cubicBezTo>
                              <a:cubicBezTo>
                                <a:pt x="44" y="151"/>
                                <a:pt x="44" y="151"/>
                                <a:pt x="145" y="151"/>
                              </a:cubicBezTo>
                              <a:cubicBezTo>
                                <a:pt x="151" y="151"/>
                                <a:pt x="151" y="145"/>
                                <a:pt x="151" y="145"/>
                              </a:cubicBezTo>
                              <a:cubicBezTo>
                                <a:pt x="151" y="145"/>
                                <a:pt x="151" y="145"/>
                                <a:pt x="151" y="92"/>
                              </a:cubicBezTo>
                              <a:close/>
                              <a:moveTo>
                                <a:pt x="151" y="92"/>
                              </a:moveTo>
                              <a:cubicBezTo>
                                <a:pt x="151" y="92"/>
                                <a:pt x="151" y="92"/>
                                <a:pt x="151" y="92"/>
                              </a:cubicBezTo>
                            </a:path>
                          </a:pathLst>
                        </a:cu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453.75pt;margin-top:32.25pt;height:22.65pt;width:22.05pt;mso-position-vertical-relative:page;z-index:251662336;mso-width-relative:page;mso-height-relative:page;" fillcolor="#808080 [1629]" filled="t" stroked="f" coordsize="191,196" o:gfxdata="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" path="m0,98c0,44,43,0,96,0c149,0,191,44,191,98c191,152,149,196,96,196c43,196,0,152,0,98xm84,105c84,105,84,105,84,109c84,115,88,113,88,113c88,113,88,113,102,113c106,113,105,109,105,109c105,109,105,109,105,105c105,101,102,101,102,101c102,101,102,101,88,101c83,101,84,105,84,105xm72,63c72,63,72,63,117,63c117,63,117,63,147,63c152,63,151,68,151,68c151,68,151,68,151,88c151,88,151,88,116,103c116,103,116,103,110,103c110,103,110,103,110,99c110,95,105,96,105,96c105,96,105,96,82,96c80,96,79,99,79,99c79,99,79,99,79,103c79,103,79,103,74,103c74,103,74,103,40,88c40,88,40,88,40,69c40,62,43,63,43,63c43,63,43,63,72,63xm109,63c109,63,109,63,117,63c117,63,117,63,118,50c118,44,111,45,111,45c111,45,111,45,78,45c72,46,72,50,72,50c72,50,72,50,72,63c72,63,72,63,81,63c81,63,81,63,81,56c81,52,83,52,83,52c83,52,83,52,107,52c110,52,109,56,109,56c109,56,109,56,109,63xm151,92c151,92,151,92,110,108c110,108,110,108,110,113c110,119,105,119,105,119c105,119,105,119,84,119c80,119,80,113,80,113c80,113,80,113,80,108c80,108,80,108,40,92c40,92,40,92,40,146c40,152,44,151,44,151c44,151,44,151,145,151c151,151,151,145,151,145c151,145,151,145,151,92xm151,92c151,92,151,92,151,92e">
                <v:path o:connectlocs="0,143827;140750,0;280035,143827;140750,287655;0,143827;123156,154100;123156,159971;129021,165841;149547,165841;153945,159971;153945,154100;149547,148230;129021,148230;123156,154100;105562,92460;171539,92460;215524,92460;221388,99798;221388,129151;170073,151165;161276,151165;161276,145295;153945,140892;120224,140892;115825,145295;115825,151165;108495,151165;58646,129151;58646,101266;63044,92460;105562,92460;159810,92460;171539,92460;173005,73381;162742,66043;114359,66043;105562,73381;105562,92460;118758,92460;118758,82187;121690,76316;156878,76316;159810,82187;159810,92460;221388,135021;161276,158503;161276,165841;153945,174647;123156,174647;117292,165841;117292,158503;58646,135021;58646,214273;64510,221611;212592,221611;221388,212805;221388,135021;221388,135021;221388,135021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6210300</wp:posOffset>
                </wp:positionH>
                <wp:positionV relativeFrom="page">
                  <wp:posOffset>409575</wp:posOffset>
                </wp:positionV>
                <wp:extent cx="287655" cy="287655"/>
                <wp:effectExtent l="0" t="0" r="0" b="0"/>
                <wp:wrapNone/>
                <wp:docPr id="48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custGeom>
                          <a:avLst/>
                          <a:gdLst>
                            <a:gd name="T0" fmla="*/ 0 w 264"/>
                            <a:gd name="T1" fmla="*/ 132 h 264"/>
                            <a:gd name="T2" fmla="*/ 132 w 264"/>
                            <a:gd name="T3" fmla="*/ 0 h 264"/>
                            <a:gd name="T4" fmla="*/ 264 w 264"/>
                            <a:gd name="T5" fmla="*/ 132 h 264"/>
                            <a:gd name="T6" fmla="*/ 132 w 264"/>
                            <a:gd name="T7" fmla="*/ 264 h 264"/>
                            <a:gd name="T8" fmla="*/ 0 w 264"/>
                            <a:gd name="T9" fmla="*/ 132 h 264"/>
                            <a:gd name="T10" fmla="*/ 117 w 264"/>
                            <a:gd name="T11" fmla="*/ 59 h 264"/>
                            <a:gd name="T12" fmla="*/ 118 w 264"/>
                            <a:gd name="T13" fmla="*/ 59 h 264"/>
                            <a:gd name="T14" fmla="*/ 164 w 264"/>
                            <a:gd name="T15" fmla="*/ 59 h 264"/>
                            <a:gd name="T16" fmla="*/ 164 w 264"/>
                            <a:gd name="T17" fmla="*/ 59 h 264"/>
                            <a:gd name="T18" fmla="*/ 167 w 264"/>
                            <a:gd name="T19" fmla="*/ 60 h 264"/>
                            <a:gd name="T20" fmla="*/ 167 w 264"/>
                            <a:gd name="T21" fmla="*/ 61 h 264"/>
                            <a:gd name="T22" fmla="*/ 167 w 264"/>
                            <a:gd name="T23" fmla="*/ 139 h 264"/>
                            <a:gd name="T24" fmla="*/ 167 w 264"/>
                            <a:gd name="T25" fmla="*/ 141 h 264"/>
                            <a:gd name="T26" fmla="*/ 172 w 264"/>
                            <a:gd name="T27" fmla="*/ 146 h 264"/>
                            <a:gd name="T28" fmla="*/ 178 w 264"/>
                            <a:gd name="T29" fmla="*/ 140 h 264"/>
                            <a:gd name="T30" fmla="*/ 178 w 264"/>
                            <a:gd name="T31" fmla="*/ 61 h 264"/>
                            <a:gd name="T32" fmla="*/ 176 w 264"/>
                            <a:gd name="T33" fmla="*/ 52 h 264"/>
                            <a:gd name="T34" fmla="*/ 164 w 264"/>
                            <a:gd name="T35" fmla="*/ 47 h 264"/>
                            <a:gd name="T36" fmla="*/ 99 w 264"/>
                            <a:gd name="T37" fmla="*/ 47 h 264"/>
                            <a:gd name="T38" fmla="*/ 94 w 264"/>
                            <a:gd name="T39" fmla="*/ 47 h 264"/>
                            <a:gd name="T40" fmla="*/ 85 w 264"/>
                            <a:gd name="T41" fmla="*/ 51 h 264"/>
                            <a:gd name="T42" fmla="*/ 81 w 264"/>
                            <a:gd name="T43" fmla="*/ 61 h 264"/>
                            <a:gd name="T44" fmla="*/ 82 w 264"/>
                            <a:gd name="T45" fmla="*/ 140 h 264"/>
                            <a:gd name="T46" fmla="*/ 81 w 264"/>
                            <a:gd name="T47" fmla="*/ 168 h 264"/>
                            <a:gd name="T48" fmla="*/ 84 w 264"/>
                            <a:gd name="T49" fmla="*/ 174 h 264"/>
                            <a:gd name="T50" fmla="*/ 122 w 264"/>
                            <a:gd name="T51" fmla="*/ 211 h 264"/>
                            <a:gd name="T52" fmla="*/ 127 w 264"/>
                            <a:gd name="T53" fmla="*/ 215 h 264"/>
                            <a:gd name="T54" fmla="*/ 141 w 264"/>
                            <a:gd name="T55" fmla="*/ 211 h 264"/>
                            <a:gd name="T56" fmla="*/ 178 w 264"/>
                            <a:gd name="T57" fmla="*/ 174 h 264"/>
                            <a:gd name="T58" fmla="*/ 181 w 264"/>
                            <a:gd name="T59" fmla="*/ 169 h 264"/>
                            <a:gd name="T60" fmla="*/ 181 w 264"/>
                            <a:gd name="T61" fmla="*/ 164 h 264"/>
                            <a:gd name="T62" fmla="*/ 175 w 264"/>
                            <a:gd name="T63" fmla="*/ 162 h 264"/>
                            <a:gd name="T64" fmla="*/ 94 w 264"/>
                            <a:gd name="T65" fmla="*/ 162 h 264"/>
                            <a:gd name="T66" fmla="*/ 93 w 264"/>
                            <a:gd name="T67" fmla="*/ 162 h 264"/>
                            <a:gd name="T68" fmla="*/ 93 w 264"/>
                            <a:gd name="T69" fmla="*/ 160 h 264"/>
                            <a:gd name="T70" fmla="*/ 93 w 264"/>
                            <a:gd name="T71" fmla="*/ 61 h 264"/>
                            <a:gd name="T72" fmla="*/ 93 w 264"/>
                            <a:gd name="T73" fmla="*/ 61 h 264"/>
                            <a:gd name="T74" fmla="*/ 96 w 264"/>
                            <a:gd name="T75" fmla="*/ 59 h 264"/>
                            <a:gd name="T76" fmla="*/ 104 w 264"/>
                            <a:gd name="T77" fmla="*/ 59 h 264"/>
                            <a:gd name="T78" fmla="*/ 105 w 264"/>
                            <a:gd name="T79" fmla="*/ 59 h 264"/>
                            <a:gd name="T80" fmla="*/ 105 w 264"/>
                            <a:gd name="T81" fmla="*/ 60 h 264"/>
                            <a:gd name="T82" fmla="*/ 105 w 264"/>
                            <a:gd name="T83" fmla="*/ 139 h 264"/>
                            <a:gd name="T84" fmla="*/ 106 w 264"/>
                            <a:gd name="T85" fmla="*/ 141 h 264"/>
                            <a:gd name="T86" fmla="*/ 109 w 264"/>
                            <a:gd name="T87" fmla="*/ 146 h 264"/>
                            <a:gd name="T88" fmla="*/ 115 w 264"/>
                            <a:gd name="T89" fmla="*/ 145 h 264"/>
                            <a:gd name="T90" fmla="*/ 117 w 264"/>
                            <a:gd name="T91" fmla="*/ 139 h 264"/>
                            <a:gd name="T92" fmla="*/ 117 w 264"/>
                            <a:gd name="T93" fmla="*/ 60 h 264"/>
                            <a:gd name="T94" fmla="*/ 117 w 264"/>
                            <a:gd name="T95" fmla="*/ 59 h 264"/>
                            <a:gd name="T96" fmla="*/ 101 w 264"/>
                            <a:gd name="T97" fmla="*/ 174 h 264"/>
                            <a:gd name="T98" fmla="*/ 162 w 264"/>
                            <a:gd name="T99" fmla="*/ 174 h 264"/>
                            <a:gd name="T100" fmla="*/ 162 w 264"/>
                            <a:gd name="T101" fmla="*/ 174 h 264"/>
                            <a:gd name="T102" fmla="*/ 132 w 264"/>
                            <a:gd name="T103" fmla="*/ 203 h 264"/>
                            <a:gd name="T104" fmla="*/ 130 w 264"/>
                            <a:gd name="T105" fmla="*/ 203 h 264"/>
                            <a:gd name="T106" fmla="*/ 101 w 264"/>
                            <a:gd name="T107" fmla="*/ 174 h 264"/>
                            <a:gd name="T108" fmla="*/ 101 w 264"/>
                            <a:gd name="T109" fmla="*/ 174 h 2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264" h="264">
                              <a:moveTo>
                                <a:pt x="0" y="132"/>
                              </a:moveTo>
                              <a:cubicBezTo>
                                <a:pt x="0" y="59"/>
                                <a:pt x="59" y="0"/>
                                <a:pt x="132" y="0"/>
                              </a:cubicBezTo>
                              <a:cubicBezTo>
                                <a:pt x="205" y="0"/>
                                <a:pt x="264" y="59"/>
                                <a:pt x="264" y="132"/>
                              </a:cubicBezTo>
                              <a:cubicBezTo>
                                <a:pt x="264" y="205"/>
                                <a:pt x="205" y="264"/>
                                <a:pt x="132" y="264"/>
                              </a:cubicBezTo>
                              <a:cubicBezTo>
                                <a:pt x="59" y="264"/>
                                <a:pt x="0" y="205"/>
                                <a:pt x="0" y="132"/>
                              </a:cubicBezTo>
                              <a:close/>
                              <a:moveTo>
                                <a:pt x="117" y="59"/>
                              </a:moveTo>
                              <a:cubicBezTo>
                                <a:pt x="118" y="59"/>
                                <a:pt x="118" y="59"/>
                                <a:pt x="118" y="59"/>
                              </a:cubicBezTo>
                              <a:cubicBezTo>
                                <a:pt x="134" y="59"/>
                                <a:pt x="149" y="59"/>
                                <a:pt x="164" y="59"/>
                              </a:cubicBezTo>
                              <a:cubicBezTo>
                                <a:pt x="164" y="59"/>
                                <a:pt x="164" y="59"/>
                                <a:pt x="164" y="59"/>
                              </a:cubicBezTo>
                              <a:cubicBezTo>
                                <a:pt x="166" y="59"/>
                                <a:pt x="167" y="59"/>
                                <a:pt x="167" y="60"/>
                              </a:cubicBezTo>
                              <a:cubicBezTo>
                                <a:pt x="167" y="61"/>
                                <a:pt x="167" y="61"/>
                                <a:pt x="167" y="61"/>
                              </a:cubicBezTo>
                              <a:cubicBezTo>
                                <a:pt x="167" y="87"/>
                                <a:pt x="167" y="114"/>
                                <a:pt x="167" y="139"/>
                              </a:cubicBezTo>
                              <a:cubicBezTo>
                                <a:pt x="167" y="140"/>
                                <a:pt x="167" y="141"/>
                                <a:pt x="167" y="141"/>
                              </a:cubicBezTo>
                              <a:cubicBezTo>
                                <a:pt x="167" y="144"/>
                                <a:pt x="169" y="146"/>
                                <a:pt x="172" y="146"/>
                              </a:cubicBezTo>
                              <a:cubicBezTo>
                                <a:pt x="176" y="146"/>
                                <a:pt x="178" y="144"/>
                                <a:pt x="178" y="140"/>
                              </a:cubicBezTo>
                              <a:cubicBezTo>
                                <a:pt x="178" y="114"/>
                                <a:pt x="178" y="87"/>
                                <a:pt x="178" y="61"/>
                              </a:cubicBezTo>
                              <a:cubicBezTo>
                                <a:pt x="178" y="58"/>
                                <a:pt x="178" y="55"/>
                                <a:pt x="176" y="52"/>
                              </a:cubicBezTo>
                              <a:cubicBezTo>
                                <a:pt x="173" y="48"/>
                                <a:pt x="169" y="47"/>
                                <a:pt x="164" y="47"/>
                              </a:cubicBezTo>
                              <a:cubicBezTo>
                                <a:pt x="143" y="47"/>
                                <a:pt x="121" y="47"/>
                                <a:pt x="99" y="47"/>
                              </a:cubicBezTo>
                              <a:cubicBezTo>
                                <a:pt x="98" y="47"/>
                                <a:pt x="96" y="47"/>
                                <a:pt x="94" y="47"/>
                              </a:cubicBezTo>
                              <a:cubicBezTo>
                                <a:pt x="91" y="47"/>
                                <a:pt x="88" y="48"/>
                                <a:pt x="85" y="51"/>
                              </a:cubicBezTo>
                              <a:cubicBezTo>
                                <a:pt x="83" y="54"/>
                                <a:pt x="81" y="57"/>
                                <a:pt x="81" y="61"/>
                              </a:cubicBezTo>
                              <a:cubicBezTo>
                                <a:pt x="82" y="87"/>
                                <a:pt x="82" y="114"/>
                                <a:pt x="82" y="140"/>
                              </a:cubicBezTo>
                              <a:cubicBezTo>
                                <a:pt x="82" y="149"/>
                                <a:pt x="82" y="159"/>
                                <a:pt x="81" y="168"/>
                              </a:cubicBezTo>
                              <a:cubicBezTo>
                                <a:pt x="81" y="170"/>
                                <a:pt x="82" y="172"/>
                                <a:pt x="84" y="174"/>
                              </a:cubicBezTo>
                              <a:cubicBezTo>
                                <a:pt x="97" y="186"/>
                                <a:pt x="109" y="199"/>
                                <a:pt x="122" y="211"/>
                              </a:cubicBezTo>
                              <a:cubicBezTo>
                                <a:pt x="123" y="213"/>
                                <a:pt x="125" y="214"/>
                                <a:pt x="127" y="215"/>
                              </a:cubicBezTo>
                              <a:cubicBezTo>
                                <a:pt x="132" y="217"/>
                                <a:pt x="137" y="215"/>
                                <a:pt x="141" y="211"/>
                              </a:cubicBezTo>
                              <a:cubicBezTo>
                                <a:pt x="153" y="199"/>
                                <a:pt x="166" y="187"/>
                                <a:pt x="178" y="174"/>
                              </a:cubicBezTo>
                              <a:cubicBezTo>
                                <a:pt x="180" y="173"/>
                                <a:pt x="181" y="171"/>
                                <a:pt x="181" y="169"/>
                              </a:cubicBezTo>
                              <a:cubicBezTo>
                                <a:pt x="182" y="167"/>
                                <a:pt x="182" y="166"/>
                                <a:pt x="181" y="164"/>
                              </a:cubicBezTo>
                              <a:cubicBezTo>
                                <a:pt x="179" y="162"/>
                                <a:pt x="177" y="162"/>
                                <a:pt x="175" y="162"/>
                              </a:cubicBezTo>
                              <a:cubicBezTo>
                                <a:pt x="148" y="162"/>
                                <a:pt x="122" y="162"/>
                                <a:pt x="94" y="162"/>
                              </a:cubicBezTo>
                              <a:cubicBezTo>
                                <a:pt x="94" y="162"/>
                                <a:pt x="94" y="162"/>
                                <a:pt x="93" y="162"/>
                              </a:cubicBezTo>
                              <a:cubicBezTo>
                                <a:pt x="93" y="161"/>
                                <a:pt x="93" y="161"/>
                                <a:pt x="93" y="160"/>
                              </a:cubicBezTo>
                              <a:cubicBezTo>
                                <a:pt x="93" y="128"/>
                                <a:pt x="93" y="94"/>
                                <a:pt x="93" y="61"/>
                              </a:cubicBezTo>
                              <a:cubicBezTo>
                                <a:pt x="93" y="61"/>
                                <a:pt x="93" y="61"/>
                                <a:pt x="93" y="61"/>
                              </a:cubicBezTo>
                              <a:cubicBezTo>
                                <a:pt x="94" y="59"/>
                                <a:pt x="94" y="59"/>
                                <a:pt x="96" y="59"/>
                              </a:cubicBezTo>
                              <a:cubicBezTo>
                                <a:pt x="98" y="59"/>
                                <a:pt x="101" y="59"/>
                                <a:pt x="104" y="59"/>
                              </a:cubicBezTo>
                              <a:cubicBezTo>
                                <a:pt x="104" y="59"/>
                                <a:pt x="104" y="59"/>
                                <a:pt x="105" y="59"/>
                              </a:cubicBezTo>
                              <a:cubicBezTo>
                                <a:pt x="105" y="59"/>
                                <a:pt x="105" y="59"/>
                                <a:pt x="105" y="60"/>
                              </a:cubicBezTo>
                              <a:cubicBezTo>
                                <a:pt x="105" y="87"/>
                                <a:pt x="105" y="113"/>
                                <a:pt x="105" y="139"/>
                              </a:cubicBezTo>
                              <a:cubicBezTo>
                                <a:pt x="105" y="140"/>
                                <a:pt x="106" y="141"/>
                                <a:pt x="106" y="141"/>
                              </a:cubicBezTo>
                              <a:cubicBezTo>
                                <a:pt x="106" y="144"/>
                                <a:pt x="107" y="145"/>
                                <a:pt x="109" y="146"/>
                              </a:cubicBezTo>
                              <a:cubicBezTo>
                                <a:pt x="111" y="147"/>
                                <a:pt x="113" y="146"/>
                                <a:pt x="115" y="145"/>
                              </a:cubicBezTo>
                              <a:cubicBezTo>
                                <a:pt x="117" y="144"/>
                                <a:pt x="117" y="142"/>
                                <a:pt x="117" y="139"/>
                              </a:cubicBezTo>
                              <a:cubicBezTo>
                                <a:pt x="117" y="113"/>
                                <a:pt x="117" y="87"/>
                                <a:pt x="117" y="60"/>
                              </a:cubicBezTo>
                              <a:cubicBezTo>
                                <a:pt x="117" y="59"/>
                                <a:pt x="117" y="59"/>
                                <a:pt x="117" y="59"/>
                              </a:cubicBezTo>
                              <a:close/>
                              <a:moveTo>
                                <a:pt x="101" y="174"/>
                              </a:moveTo>
                              <a:cubicBezTo>
                                <a:pt x="121" y="174"/>
                                <a:pt x="141" y="174"/>
                                <a:pt x="162" y="174"/>
                              </a:cubicBezTo>
                              <a:cubicBezTo>
                                <a:pt x="162" y="174"/>
                                <a:pt x="162" y="174"/>
                                <a:pt x="162" y="174"/>
                              </a:cubicBezTo>
                              <a:cubicBezTo>
                                <a:pt x="152" y="184"/>
                                <a:pt x="142" y="194"/>
                                <a:pt x="132" y="203"/>
                              </a:cubicBezTo>
                              <a:cubicBezTo>
                                <a:pt x="132" y="204"/>
                                <a:pt x="132" y="204"/>
                                <a:pt x="130" y="203"/>
                              </a:cubicBezTo>
                              <a:cubicBezTo>
                                <a:pt x="121" y="194"/>
                                <a:pt x="111" y="184"/>
                                <a:pt x="101" y="174"/>
                              </a:cubicBezTo>
                              <a:cubicBezTo>
                                <a:pt x="101" y="174"/>
                                <a:pt x="101" y="174"/>
                                <a:pt x="101" y="17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489pt;margin-top:32.25pt;height:22.65pt;width:22.65pt;mso-position-vertical-relative:page;z-index:251661312;mso-width-relative:page;mso-height-relative:page;" fillcolor="#808080 [1629]" filled="t" stroked="f" coordsize="264,264" o:gfxdata="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" path="m0,132c0,59,59,0,132,0c205,0,264,59,264,132c264,205,205,264,132,264c59,264,0,205,0,132xm117,59c118,59,118,59,118,59c134,59,149,59,164,59c164,59,164,59,164,59c166,59,167,59,167,60c167,61,167,61,167,61c167,87,167,114,167,139c167,140,167,141,167,141c167,144,169,146,172,146c176,146,178,144,178,140c178,114,178,87,178,61c178,58,178,55,176,52c173,48,169,47,164,47c143,47,121,47,99,47c98,47,96,47,94,47c91,47,88,48,85,51c83,54,81,57,81,61c82,87,82,114,82,140c82,149,82,159,81,168c81,170,82,172,84,174c97,186,109,199,122,211c123,213,125,214,127,215c132,217,137,215,141,211c153,199,166,187,178,174c180,173,181,171,181,169c182,167,182,166,181,164c179,162,177,162,175,162c148,162,122,162,94,162c94,162,94,162,93,162c93,161,93,161,93,160c93,128,93,94,93,61c93,61,93,61,93,61c94,59,94,59,96,59c98,59,101,59,104,59c104,59,104,59,105,59c105,59,105,59,105,60c105,87,105,113,105,139c105,140,106,141,106,141c106,144,107,145,109,146c111,147,113,146,115,145c117,144,117,142,117,139c117,113,117,87,117,60c117,59,117,59,117,59xm101,174c121,174,141,174,162,174c162,174,162,174,162,174c152,184,142,194,132,203c132,204,132,204,130,203c121,194,111,184,101,174c101,174,101,174,101,174xe">
                <v:path o:connectlocs="0,143827;143827,0;287655,143827;143827,287655;0,143827;127483,64286;128573,64286;178694,64286;178694,64286;181963,65376;181963,66465;181963,151454;181963,153633;187411,159081;193949,152544;193949,66465;191770,56659;178694,51211;107870,51211;102422,51211;92616,55569;88257,66465;89347,152544;88257,183053;91526,189590;132931,229906;138379,234264;153633,229906;193949,189590;197218,184142;197218,178694;190680,176515;102422,176515;101333,176515;101333,174336;101333,66465;101333,66465;104601,64286;113318,64286;114408,64286;114408,65376;114408,151454;115497,153633;118766,159081;125304,157992;127483,151454;127483,65376;127483,64286;110049,189590;176515,189590;176515,189590;143827,221189;141648,221189;110049,189590;110049,189590" o:connectangles="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ge">
                  <wp:posOffset>1381125</wp:posOffset>
                </wp:positionV>
                <wp:extent cx="6781800" cy="283845"/>
                <wp:effectExtent l="0" t="0" r="19050" b="1905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845"/>
                          <a:chOff x="0" y="0"/>
                          <a:chExt cx="6781800" cy="284400"/>
                        </a:xfrm>
                      </wpg:grpSpPr>
                      <wpg:grpSp>
                        <wpg:cNvPr id="82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</wpg:grpSpPr>
                        <wps:wsp>
                          <wps:cNvPr id="13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基本</w:t>
                                </w:r>
                                <w:r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信息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4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16" name="直接连接符 14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.25pt;margin-top:108.75pt;height:22.35pt;width:534pt;mso-position-vertical-relative:page;z-index:251669504;mso-width-relative:page;mso-height-relative:page;" coordsize="6781800,284400" o:gfxdata="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hZo/fr4AAADb&#10;AAAADwAAAGRycy9kb3ducmV2LnhtbEWPQWuDQBSE74X8h+UFemtWE1qCyRpCSEMPUqgWSm4P90VF&#10;9624W43/vlso9DjMzDfM/nA3nRhpcI1lBfEqAkFcWt1wpeCzeH3agnAeWWNnmRTM5OCQLh72mGg7&#10;8QeNua9EgLBLUEHtfZ9I6cqaDLqV7YmDd7ODQR/kUEk94BTgppPrKHqRBhsOCzX2dKqpbPNvo+Ay&#10;4XTcxOcxa2+n+Vo8v39lMSn1uIyjHQhPd/8f/mu/aQXbNfx+CT9Apj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WaP36+AAAA2wAAAA8AAAAAAAAAAQAgAAAAIgAAAGRycy9kb3ducmV2Lnht&#10;bFBLAQIUABQAAAAIAIdO4kAzLwWeOwAAADkAAAAVAAAAAAAAAAEAIAAAAA0BAABkcnMvZ3JvdXBz&#10;aGFwZXhtbC54bWxQSwUGAAAAAAYABgBgAQAAygMAAAAA&#10;">
                  <o:lock v:ext="edit" aspectratio="t"/>
                  <v:shape id="任意多边形 2" o:spid="_x0000_s1026" o:spt="100" style="position:absolute;left:3;top:0;height:287656;width:1255739;v-text-anchor:middle;" fillcolor="#595959 [2109]" filled="t" stroked="f" coordsize="1406296,288031" o:gfxdata="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be4oG5AAAA2wAA&#10;AA8AAAAAAAAAAQAgAAAAIgAAAGRycy9kb3ducmV2LnhtbFBLAQIUABQAAAAIAIdO4kAzLwWeOwAA&#10;ADkAAAAQAAAAAAAAAAEAIAAAAAgBAABkcnMvc2hhcGV4bWwueG1sUEsFBgAAAAAGAAYAWwEAALID&#10;AAAAAA==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on="f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基本</w:t>
                          </w:r>
                          <w:r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信息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color="#595959 [2109]" filled="t" stroked="f" coordsize="21600,21600" o:gfxdata="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EaA+bsAAADb&#10;AAAADwAAAAAAAAABACAAAAAiAAAAZHJzL2Rvd25yZXYueG1sUEsBAhQAFAAAAAgAh07iQDMvBZ47&#10;AAAAOQAAABAAAAAAAAAAAQAgAAAACgEAAGRycy9zaGFwZXhtbC54bWxQSwUGAAAAAAYABgBbAQAA&#10;tAMAAAAA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直接连接符 14" o:spid="_x0000_s1026" o:spt="20" style="position:absolute;left:133350;top:209550;height:0;width:6648450;" filled="f" stroked="t" coordsize="21600,21600" o:gfxdata="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+ZWNq7gAAADbAAAA&#10;DwAAAAAAAAABACAAAAAiAAAAZHJzL2Rvd25yZXYueG1sUEsBAhQAFAAAAAgAh07iQDMvBZ47AAAA&#10;OQAAABAAAAAAAAAAAQAgAAAABwEAAGRycy9zaGFwZXhtbC54bWxQSwUGAAAAAAYABgBbAQAAsQMA&#10;AAAA&#10;">
                  <v:fill on="f" focussize="0,0"/>
                  <v:stroke color="#595959 [2109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</w:rPr>
        <w:t xml:space="preserve"> </w:t>
      </w:r>
    </w:p>
    <w:p>
      <w:pPr>
        <w:adjustRightInd w:val="0"/>
        <w:snapToGrid w:val="0"/>
      </w:pPr>
    </w:p>
    <w:p>
      <w:pPr>
        <w:tabs>
          <w:tab w:val="left" w:pos="1356"/>
          <w:tab w:val="center" w:pos="5233"/>
        </w:tabs>
        <w:adjustRightInd w:val="0"/>
        <w:snapToGrid w:val="0"/>
      </w:pPr>
      <w:r>
        <w:rPr>
          <w:rFonts w:hint="eastAsia" w:ascii="微软雅黑" w:hAnsi="微软雅黑"/>
          <w:szCs w:val="21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ge">
                  <wp:posOffset>1016635</wp:posOffset>
                </wp:positionV>
                <wp:extent cx="7815580" cy="190500"/>
                <wp:effectExtent l="0" t="0" r="0" b="0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5580" cy="190500"/>
                          <a:chOff x="0" y="0"/>
                          <a:chExt cx="7817283" cy="191707"/>
                        </a:xfrm>
                      </wpg:grpSpPr>
                      <wps:wsp>
                        <wps:cNvPr id="18" name="矩形 4"/>
                        <wps:cNvSpPr/>
                        <wps:spPr>
                          <a:xfrm>
                            <a:off x="0" y="0"/>
                            <a:ext cx="4572000" cy="190500"/>
                          </a:xfrm>
                          <a:custGeom>
                            <a:avLst/>
                            <a:gdLst>
                              <a:gd name="connsiteX0" fmla="*/ 0 w 4391025"/>
                              <a:gd name="connsiteY0" fmla="*/ 0 h 190500"/>
                              <a:gd name="connsiteX1" fmla="*/ 4267200 w 4391025"/>
                              <a:gd name="connsiteY1" fmla="*/ 0 h 190500"/>
                              <a:gd name="connsiteX2" fmla="*/ 4391025 w 4391025"/>
                              <a:gd name="connsiteY2" fmla="*/ 190500 h 190500"/>
                              <a:gd name="connsiteX3" fmla="*/ 0 w 4391025"/>
                              <a:gd name="connsiteY3" fmla="*/ 190500 h 190500"/>
                              <a:gd name="connsiteX4" fmla="*/ 0 w 4391025"/>
                              <a:gd name="connsiteY4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391025" h="190500">
                                <a:moveTo>
                                  <a:pt x="0" y="0"/>
                                </a:moveTo>
                                <a:lnTo>
                                  <a:pt x="4267200" y="0"/>
                                </a:lnTo>
                                <a:lnTo>
                                  <a:pt x="4391025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" name="矩形 5"/>
                        <wps:cNvSpPr/>
                        <wps:spPr>
                          <a:xfrm>
                            <a:off x="4508389" y="47707"/>
                            <a:ext cx="3308894" cy="144000"/>
                          </a:xfrm>
                          <a:custGeom>
                            <a:avLst/>
                            <a:gdLst>
                              <a:gd name="connsiteX0" fmla="*/ 0 w 3308894"/>
                              <a:gd name="connsiteY0" fmla="*/ 0 h 190500"/>
                              <a:gd name="connsiteX1" fmla="*/ 3308894 w 3308894"/>
                              <a:gd name="connsiteY1" fmla="*/ 0 h 190500"/>
                              <a:gd name="connsiteX2" fmla="*/ 3308894 w 3308894"/>
                              <a:gd name="connsiteY2" fmla="*/ 190500 h 190500"/>
                              <a:gd name="connsiteX3" fmla="*/ 105319 w 3308894"/>
                              <a:gd name="connsiteY3" fmla="*/ 190500 h 190500"/>
                              <a:gd name="connsiteX4" fmla="*/ 0 w 3308894"/>
                              <a:gd name="connsiteY4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308894" h="190500">
                                <a:moveTo>
                                  <a:pt x="0" y="0"/>
                                </a:moveTo>
                                <a:lnTo>
                                  <a:pt x="3308894" y="0"/>
                                </a:lnTo>
                                <a:lnTo>
                                  <a:pt x="3308894" y="190500"/>
                                </a:lnTo>
                                <a:lnTo>
                                  <a:pt x="105319" y="190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80.05pt;height:15pt;width:615.4pt;mso-position-horizontal:center;mso-position-horizontal-relative:margin;mso-position-vertical-relative:page;z-index:-251652096;mso-width-relative:page;mso-height-relative:page;" coordsize="7817283,191707" o:gfxdata="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">
                <o:lock v:ext="edit" aspectratio="f"/>
                <v:shape id="矩形 4" o:spid="_x0000_s1026" o:spt="100" style="position:absolute;left:0;top:0;height:190500;width:4572000;v-text-anchor:middle;" fillcolor="#595959 [2109]" filled="t" stroked="f" coordsize="4391025,190500" o:gfxdata="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p7NVvQAA&#10;ANsAAAAPAAAAAAAAAAEAIAAAACIAAABkcnMvZG93bnJldi54bWxQSwECFAAUAAAACACHTuJAMy8F&#10;njsAAAA5AAAAEAAAAAAAAAABACAAAAAMAQAAZHJzL3NoYXBleG1sLnhtbFBLBQYAAAAABgAGAFsB&#10;AAC2AwAAAAA=&#10;" path="m0,0l4267200,0,4391025,190500,0,190500,0,0xe">
                  <v:path o:connectlocs="0,0;4443071,0;4572000,190500;0,190500;0,0" o:connectangles="0,0,0,0,0"/>
                  <v:fill on="t" focussize="0,0"/>
                  <v:stroke on="f" weight="2pt"/>
                  <v:imagedata o:title=""/>
                  <o:lock v:ext="edit" aspectratio="f"/>
                </v:shape>
                <v:shape id="矩形 5" o:spid="_x0000_s1026" o:spt="100" style="position:absolute;left:4508389;top:47707;height:144000;width:3308894;v-text-anchor:middle;" fillcolor="#808080 [1629]" filled="t" stroked="f" coordsize="3308894,190500" o:gfxdata="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a59rrsAAADb&#10;AAAADwAAAAAAAAABACAAAAAiAAAAZHJzL2Rvd25yZXYueG1sUEsBAhQAFAAAAAgAh07iQDMvBZ47&#10;AAAAOQAAABAAAAAAAAAAAQAgAAAACgEAAGRycy9zaGFwZXhtbC54bWxQSwUGAAAAAAYABgBbAQAA&#10;tAMAAAAA&#10;" path="m0,0l3308894,0,3308894,190500,105319,190500,0,0xe">
                  <v:path o:connectlocs="0,0;3308894,0;3308894,144000;105319,144000;0,0" o:connectangles="0,0,0,0,0"/>
                  <v:fill on="t" focussize="0,0"/>
                  <v:stroke on="f" weight="2pt"/>
                  <v:imagedata o:title=""/>
                  <o:lock v:ext="edit" aspectratio="f"/>
                </v:shape>
              </v:group>
            </w:pict>
          </mc:Fallback>
        </mc:AlternateContent>
      </w:r>
      <w:r>
        <w:tab/>
      </w:r>
      <w:r>
        <w:tab/>
      </w:r>
    </w:p>
    <w:p>
      <w:pPr>
        <w:adjustRightInd w:val="0"/>
        <w:snapToGrid w:val="0"/>
      </w:pPr>
      <w:r>
        <w:rPr>
          <w:rFonts w:hint="eastAsia" w:ascii="微软雅黑" w:hAnsi="微软雅黑"/>
          <w:szCs w:val="21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66675</wp:posOffset>
                </wp:positionH>
                <wp:positionV relativeFrom="page">
                  <wp:posOffset>1170940</wp:posOffset>
                </wp:positionV>
                <wp:extent cx="0" cy="8991600"/>
                <wp:effectExtent l="0" t="0" r="19050" b="1905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9160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.25pt;margin-top:92.2pt;height:708pt;width:0pt;mso-position-vertical-relative:page;z-index:-251651072;mso-width-relative:page;mso-height-relative:page;" filled="f" stroked="t" coordsize="21600,21600" o:gfxdata="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AJZBzNUAAAAKAQAADwAAAAAAAAAB&#10;ACAAAAAiAAAAZHJzL2Rvd25yZXYueG1sUEsBAhQAFAAAAAgAh07iQDcSuJ3aAQAAhwMAAA4AAAAA&#10;AAAAAQAgAAAAJAEAAGRycy9lMm9Eb2MueG1sUEsFBgAAAAAGAAYAWQEAAHAFAAAAAA==&#10;">
                <v:fill on="f" focussize="0,0"/>
                <v:stroke color="#595959 [2109]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  <w: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5550535</wp:posOffset>
            </wp:positionH>
            <wp:positionV relativeFrom="page">
              <wp:posOffset>1676400</wp:posOffset>
            </wp:positionV>
            <wp:extent cx="981710" cy="1336675"/>
            <wp:effectExtent l="0" t="0" r="8890" b="15875"/>
            <wp:wrapNone/>
            <wp:docPr id="80" name="图片 80" descr="C:\Users\Administrator\Desktop\证件照片\33333.jpg33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 descr="C:\Users\Administrator\Desktop\证件照片\33333.jpg33333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1710" cy="133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57785</wp:posOffset>
                </wp:positionV>
                <wp:extent cx="2229485" cy="118935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647700" y="1676400"/>
                          <a:ext cx="2229485" cy="11893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姓    名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  <w:t>幸运日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民    族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：汉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电    话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：13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9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00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000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000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邮    箱：service@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qq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.me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住    址：广东省广州市海珠区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pt;margin-top:4.55pt;height:93.65pt;width:175.55pt;z-index:251667456;v-text-anchor:middle;mso-width-relative:page;mso-height-relative:page;" filled="f" stroked="f" coordsize="21600,21600" o:gfxdata="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I1NDN9kAAAAIAQAADwAA&#10;AAAAAAABACAAAAAiAAAAZHJzL2Rvd25yZXYueG1sUEsBAhQAFAAAAAgAh07iQBr3KQsVAgAA6QMA&#10;AA4AAAAAAAAAAQAgAAAAKAEAAGRycy9lMm9Eb2MueG1sUEsFBgAAAAAGAAYAWQEAAK8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姓    名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eastAsia="zh-CN"/>
                        </w:rPr>
                        <w:t>幸运日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民    族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：汉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电    话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：13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9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00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000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000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邮    箱：service@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qq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.me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</w:p>
                    <w:p>
                      <w:pPr>
                        <w:adjustRightInd w:val="0"/>
                        <w:snapToGrid w:val="0"/>
                        <w:spacing w:line="20" w:lineRule="atLeast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住    址：广东省广州市海珠区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2609215</wp:posOffset>
                </wp:positionH>
                <wp:positionV relativeFrom="paragraph">
                  <wp:posOffset>57785</wp:posOffset>
                </wp:positionV>
                <wp:extent cx="2229485" cy="1189355"/>
                <wp:effectExtent l="0" t="0" r="0" b="0"/>
                <wp:wrapNone/>
                <wp:docPr id="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3066415" y="1676400"/>
                          <a:ext cx="2229485" cy="11893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出生年月：1996.05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身    高：177cm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政治面貌：中共党员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毕业院校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：广州科技大学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学    历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05.45pt;margin-top:4.55pt;height:93.65pt;width:175.55pt;z-index:251666432;v-text-anchor:middle;mso-width-relative:page;mso-height-relative:page;" filled="f" stroked="f" coordsize="21600,21600" o:gfxdata="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ixxlC2gAAAAkBAAAP&#10;AAAAAAAAAAEAIAAAACIAAABkcnMvZG93bnJldi54bWxQSwECFAAUAAAACACHTuJAe1kEFRYCAADq&#10;AwAADgAAAAAAAAABACAAAAApAQAAZHJzL2Uyb0RvYy54bWxQSwUGAAAAAAYABgBZAQAAsQ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出生年月：1996.05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身    高：177cm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政治面貌：中共党员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毕业院校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：广州科技大学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</w:p>
                    <w:p>
                      <w:pPr>
                        <w:adjustRightInd w:val="0"/>
                        <w:snapToGrid w:val="0"/>
                        <w:spacing w:line="20" w:lineRule="atLeast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学    历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：本科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ge">
                  <wp:posOffset>2922905</wp:posOffset>
                </wp:positionV>
                <wp:extent cx="6781800" cy="283845"/>
                <wp:effectExtent l="0" t="0" r="19050" b="1905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845"/>
                          <a:chOff x="0" y="0"/>
                          <a:chExt cx="6781800" cy="284400"/>
                        </a:xfrm>
                      </wpg:grpSpPr>
                      <wpg:grpSp>
                        <wpg:cNvPr id="21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</wpg:grpSpPr>
                        <wps:wsp>
                          <wps:cNvPr id="22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教育背景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3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24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230.15pt;height:22.35pt;width:534pt;mso-position-vertical-relative:page;z-index:251670528;mso-width-relative:page;mso-height-relative:page;" coordsize="6781800,284400" o:gfxdata="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<o:lock v:ext="edit" aspectratio="t"/>
                  <v:shape id="任意多边形 2" o:spid="_x0000_s1026" o:spt="100" style="position:absolute;left:3;top:0;height:287656;width:1255739;v-text-anchor:middle;" fillcolor="#595959 [2109]" filled="t" stroked="f" coordsize="1406296,288031" o:gfxdata="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/o2nvQAA&#10;ANsAAAAPAAAAAAAAAAEAIAAAACIAAABkcnMvZG93bnJldi54bWxQSwECFAAUAAAACACHTuJAMy8F&#10;njsAAAA5AAAAEAAAAAAAAAABACAAAAAMAQAAZHJzL3NoYXBleG1sLnhtbFBLBQYAAAAABgAGAFsB&#10;AAC2AwAAAAA=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on="f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教育背景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color="#595959 [2109]" filled="t" stroked="f" coordsize="21600,21600" o:gfxdata="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1w9Iw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直接连接符 20" o:spid="_x0000_s1026" o:spt="20" style="position:absolute;left:133350;top:209550;height:0;width:6648450;" filled="f" stroked="t" coordsize="21600,21600" o:gfxdata="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Gd8+rsAAADb&#10;AAAADwAAAAAAAAABACAAAAAiAAAAZHJzL2Rvd25yZXYueG1sUEsBAhQAFAAAAAgAh07iQDMvBZ47&#10;AAAAOQAAABAAAAAAAAAAAQAgAAAACgEAAGRycy9zaGFwZXhtbC54bWxQSwUGAAAAAAYABgBbAQAA&#10;tAMAAAAA&#10;">
                  <v:fill on="f" focussize="0,0"/>
                  <v:stroke color="#595959 [2109]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3190240</wp:posOffset>
                </wp:positionV>
                <wp:extent cx="6429375" cy="982345"/>
                <wp:effectExtent l="0" t="0" r="0" b="0"/>
                <wp:wrapNone/>
                <wp:docPr id="2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982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2005.07-2009.06          广州科技大学         </w:t>
                            </w: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    市场营销（本科）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主修课程：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管理学、微观经济学、宏观经济学、管理信息系统、统计学、会计学、财务管理、市场营销、经济法、消费者行为学、国际市场营销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251.2pt;height:77.35pt;width:506.25pt;mso-position-vertical-relative:page;z-index:251671552;v-text-anchor:middle;mso-width-relative:page;mso-height-relative:page;" filled="f" stroked="f" coordsize="21600,21600" o:gfxdata="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Oo841tsAAAALAQAADwAAAAAAAAABACAA&#10;AAAiAAAAZHJzL2Rvd25yZXYueG1sUEsBAhQAFAAAAAgAh07iQGZm0ZQKAgAA3gMAAA4AAAAAAAAA&#10;AQAgAAAAKgEAAGRycy9lMm9Eb2MueG1sUEsFBgAAAAAGAAYAWQEAAKY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2005.07-2009.06          广州科技大学         </w:t>
                      </w: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           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    市场营销（本科）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主修课程：</w:t>
                      </w:r>
                    </w:p>
                    <w:p>
                      <w:pPr>
                        <w:adjustRightInd w:val="0"/>
                        <w:snapToGrid w:val="0"/>
                        <w:spacing w:line="20" w:lineRule="atLeast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管理学、微观经济学、宏观经济学、管理信息系统、统计学、会计学、财务管理、市场营销、经济法、消费者行为学、国际市场营销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  <w:r>
        <w:rPr>
          <w:rFonts w:ascii="微软雅黑" w:hAnsi="微软雅黑"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ge">
                  <wp:posOffset>9303385</wp:posOffset>
                </wp:positionV>
                <wp:extent cx="6781800" cy="283210"/>
                <wp:effectExtent l="0" t="0" r="19050" b="2540"/>
                <wp:wrapNone/>
                <wp:docPr id="72" name="组合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210"/>
                          <a:chOff x="0" y="0"/>
                          <a:chExt cx="6781800" cy="284400"/>
                        </a:xfrm>
                      </wpg:grpSpPr>
                      <wpg:grpSp>
                        <wpg:cNvPr id="73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</wpg:grpSpPr>
                        <wps:wsp>
                          <wps:cNvPr id="74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自我评价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75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76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732.55pt;height:22.3pt;width:534pt;mso-position-vertical-relative:page;z-index:251678720;mso-width-relative:page;mso-height-relative:page;" coordsize="6781800,284400" o:gfxdata="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3wPqwr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f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wPqwr0AAADbAAAADwAAAAAAAAABACAAAAAiAAAAZHJzL2Rvd25yZXYueG1s&#10;UEsBAhQAFAAAAAgAh07iQDMvBZ47AAAAOQAAABUAAAAAAAAAAQAgAAAADAEAAGRycy9ncm91cHNo&#10;YXBleG1sLnhtbFBLBQYAAAAABgAGAGABAADJAwAAAAA=&#10;">
                  <o:lock v:ext="edit" aspectratio="t"/>
                  <v:shape id="任意多边形 2" o:spid="_x0000_s1026" o:spt="100" style="position:absolute;left:3;top:0;height:287656;width:1255739;v-text-anchor:middle;" fillcolor="#595959 [2109]" filled="t" stroked="f" coordsize="1406296,288031" o:gfxdata="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6J9VvQAA&#10;ANsAAAAPAAAAAAAAAAEAIAAAACIAAABkcnMvZG93bnJldi54bWxQSwECFAAUAAAACACHTuJAMy8F&#10;njsAAAA5AAAAEAAAAAAAAAABACAAAAAMAQAAZHJzL3NoYXBleG1sLnhtbFBLBQYAAAAABgAGAFsB&#10;AAC2AwAAAAA=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on="f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自我评价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color="#595959 [2109]" filled="t" stroked="f" coordsize="21600,21600" o:gfxdata="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1cDC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直接连接符 20" o:spid="_x0000_s1026" o:spt="20" style="position:absolute;left:133350;top:209550;height:0;width:6648450;" filled="f" stroked="t" coordsize="21600,21600" o:gfxdata="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RKaAu8AAAA&#10;2wAAAA8AAAAAAAAAAQAgAAAAIgAAAGRycy9kb3ducmV2LnhtbFBLAQIUABQAAAAIAIdO4kAzLwWe&#10;OwAAADkAAAAQAAAAAAAAAAEAIAAAAAsBAABkcnMvc2hhcGV4bWwueG1sUEsFBgAAAAAGAAYAWwEA&#10;ALUDAAAAAA==&#10;">
                  <v:fill on="f" focussize="0,0"/>
                  <v:stroke color="#595959 [2109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9578975</wp:posOffset>
                </wp:positionV>
                <wp:extent cx="6429375" cy="535940"/>
                <wp:effectExtent l="0" t="0" r="0" b="0"/>
                <wp:wrapNone/>
                <wp:docPr id="7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535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adjustRightInd w:val="0"/>
                              <w:snapToGrid w:val="0"/>
                              <w:ind w:firstLine="0" w:firstLineChars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深度互联网从业人员，对互联网保持高度的敏感性和关注度，熟悉产品开发流程，有很强的产品规划、需求分析、交互设计能力，能独立承担APP和WEB项目的管控工作，善于沟通，贴近用户。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754.25pt;height:42.2pt;width:506.25pt;mso-position-vertical-relative:page;z-index:251679744;v-text-anchor:middle;mso-width-relative:page;mso-height-relative:page;" filled="f" stroked="f" coordsize="21600,21600" o:gfxdata="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cqGGKtsAAAANAQAADwAAAAAAAAAB&#10;ACAAAAAiAAAAZHJzL2Rvd25yZXYueG1sUEsBAhQAFAAAAAgAh07iQKDIJsANAgAA3gMAAA4AAAAA&#10;AAAAAQAgAAAAKgEAAGRycy9lMm9Eb2MueG1sUEsFBgAAAAAGAAYAWQEAAKk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9"/>
                        <w:adjustRightInd w:val="0"/>
                        <w:snapToGrid w:val="0"/>
                        <w:ind w:firstLine="0" w:firstLineChars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深度互联网从业人员，对互联网保持高度的敏感性和关注度，熟悉产品开发流程，有很强的产品规划、需求分析、交互设计能力，能独立承担APP和WEB项目的管控工作，善于沟通，贴近用户。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ge">
                  <wp:posOffset>8208010</wp:posOffset>
                </wp:positionV>
                <wp:extent cx="6781800" cy="283210"/>
                <wp:effectExtent l="0" t="0" r="19050" b="2540"/>
                <wp:wrapNone/>
                <wp:docPr id="60" name="组合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210"/>
                          <a:chOff x="0" y="0"/>
                          <a:chExt cx="6781800" cy="284400"/>
                        </a:xfrm>
                      </wpg:grpSpPr>
                      <wpg:grpSp>
                        <wpg:cNvPr id="61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</wpg:grpSpPr>
                        <wps:wsp>
                          <wps:cNvPr id="62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技能证书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3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64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646.3pt;height:22.3pt;width:534pt;mso-position-vertical-relative:page;z-index:251676672;mso-width-relative:page;mso-height-relative:page;" coordsize="6781800,284400" o:gfxdata="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<o:lock v:ext="edit" aspectratio="t"/>
                  <v:shape id="任意多边形 2" o:spid="_x0000_s1026" o:spt="100" style="position:absolute;left:3;top:0;height:287656;width:1255739;v-text-anchor:middle;" fillcolor="#595959 [2109]" filled="t" stroked="f" coordsize="1406296,288031" o:gfxdata="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lDRnvQAA&#10;ANsAAAAPAAAAAAAAAAEAIAAAACIAAABkcnMvZG93bnJldi54bWxQSwECFAAUAAAACACHTuJAMy8F&#10;njsAAAA5AAAAEAAAAAAAAAABACAAAAAMAQAAZHJzL3NoYXBleG1sLnhtbFBLBQYAAAAABgAGAFsB&#10;AAC2AwAAAAA=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on="f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技能证书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color="#595959 [2109]" filled="t" stroked="f" coordsize="21600,21600" o:gfxdata="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Opa/C/&#10;AAAA2wAAAA8AAAAAAAAAAQAgAAAAIgAAAGRycy9kb3ducmV2LnhtbFBLAQIUABQAAAAIAIdO4kAz&#10;LwWeOwAAADkAAAAQAAAAAAAAAAEAIAAAAA4BAABkcnMvc2hhcGV4bWwueG1sUEsFBgAAAAAGAAYA&#10;WwEAALgDAAAAAA==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直接连接符 20" o:spid="_x0000_s1026" o:spt="20" style="position:absolute;left:133350;top:209550;height:0;width:6648450;" filled="f" stroked="t" coordsize="21600,21600" o:gfxdata="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g3FOrsAAADb&#10;AAAADwAAAAAAAAABACAAAAAiAAAAZHJzL2Rvd25yZXYueG1sUEsBAhQAFAAAAAgAh07iQDMvBZ47&#10;AAAAOQAAABAAAAAAAAAAAQAgAAAACgEAAGRycy9zaGFwZXhtbC54bWxQSwUGAAAAAAYABgBbAQAA&#10;tAMAAAAA&#10;">
                  <v:fill on="f" focussize="0,0"/>
                  <v:stroke color="#595959 [2109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8484235</wp:posOffset>
                </wp:positionV>
                <wp:extent cx="6429375" cy="753745"/>
                <wp:effectExtent l="0" t="0" r="0" b="0"/>
                <wp:wrapNone/>
                <wp:docPr id="6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753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普通话一级甲等；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大学英语四/六级（CET-4/6），良好的听说读写能力，快速浏览英语专业文件及书籍；</w:t>
                            </w:r>
                          </w:p>
                          <w:p>
                            <w:pPr>
                              <w:pStyle w:val="9"/>
                              <w:adjustRightInd w:val="0"/>
                              <w:snapToGrid w:val="0"/>
                              <w:ind w:firstLine="0" w:firstLineChars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通过全国计算机二级考试，熟练运用office相关软件。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668.05pt;height:59.35pt;width:506.25pt;mso-position-vertical-relative:page;z-index:251677696;v-text-anchor:middle;mso-width-relative:page;mso-height-relative:page;" filled="f" stroked="f" coordsize="21600,21600" o:gfxdata="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vLwFBNwAAAANAQAADwAAAAAAAAAB&#10;ACAAAAAiAAAAZHJzL2Rvd25yZXYueG1sUEsBAhQAFAAAAAgAh07iQNHLDF4MAgAA3gMAAA4AAAAA&#10;AAAAAQAgAAAAKwEAAGRycy9lMm9Eb2MueG1sUEsFBgAAAAAGAAYAWQEAAKk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普通话一级甲等；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大学英语四/六级（CET-4/6），良好的听说读写能力，快速浏览英语专业文件及书籍；</w:t>
                      </w:r>
                    </w:p>
                    <w:p>
                      <w:pPr>
                        <w:pStyle w:val="9"/>
                        <w:adjustRightInd w:val="0"/>
                        <w:snapToGrid w:val="0"/>
                        <w:ind w:firstLine="0" w:firstLineChars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通过全国计算机二级考试，熟练运用office相关软件。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ge">
                  <wp:posOffset>6655435</wp:posOffset>
                </wp:positionV>
                <wp:extent cx="6781800" cy="283210"/>
                <wp:effectExtent l="0" t="0" r="19050" b="2540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210"/>
                          <a:chOff x="0" y="0"/>
                          <a:chExt cx="6781800" cy="284400"/>
                        </a:xfrm>
                      </wpg:grpSpPr>
                      <wpg:grpSp>
                        <wpg:cNvPr id="40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</wpg:grpSpPr>
                        <wps:wsp>
                          <wps:cNvPr id="41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校园经历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2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43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524.05pt;height:22.3pt;width:534pt;mso-position-vertical-relative:page;z-index:251674624;mso-width-relative:page;mso-height-relative:page;" coordsize="6781800,284400" o:gfxdata="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<o:lock v:ext="edit" aspectratio="t"/>
                  <v:shape id="任意多边形 2" o:spid="_x0000_s1026" o:spt="100" style="position:absolute;left:3;top:0;height:287656;width:1255739;v-text-anchor:middle;" fillcolor="#595959 [2109]" filled="t" stroked="f" coordsize="1406296,288031" o:gfxdata="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vP2cLsAAADb&#10;AAAADwAAAAAAAAABACAAAAAiAAAAZHJzL2Rvd25yZXYueG1sUEsBAhQAFAAAAAgAh07iQDMvBZ47&#10;AAAAOQAAABAAAAAAAAAAAQAgAAAACgEAAGRycy9zaGFwZXhtbC54bWxQSwUGAAAAAAYABgBbAQAA&#10;tAMAAAAA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on="f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校园经历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color="#595959 [2109]" filled="t" stroked="f" coordsize="21600,21600" o:gfxdata="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1CSC74A&#10;AADbAAAADwAAAAAAAAABACAAAAAiAAAAZHJzL2Rvd25yZXYueG1sUEsBAhQAFAAAAAgAh07iQDMv&#10;BZ47AAAAOQAAABAAAAAAAAAAAQAgAAAADQEAAGRycy9zaGFwZXhtbC54bWxQSwUGAAAAAAYABgBb&#10;AQAAtwMAAAAA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直接连接符 20" o:spid="_x0000_s1026" o:spt="20" style="position:absolute;left:133350;top:209550;height:0;width:6648450;" filled="f" stroked="t" coordsize="21600,21600" o:gfxdata="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pRAS68AAAA&#10;2wAAAA8AAAAAAAAAAQAgAAAAIgAAAGRycy9kb3ducmV2LnhtbFBLAQIUABQAAAAIAIdO4kAzLwWe&#10;OwAAADkAAAAQAAAAAAAAAAEAIAAAAAsBAABkcnMvc2hhcGV4bWwueG1sUEsFBgAAAAAGAAYAWwEA&#10;ALUDAAAAAA==&#10;">
                  <v:fill on="f" focussize="0,0"/>
                  <v:stroke color="#595959 [2109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6931660</wp:posOffset>
                </wp:positionV>
                <wp:extent cx="6429375" cy="1200150"/>
                <wp:effectExtent l="0" t="0" r="0" b="0"/>
                <wp:wrapNone/>
                <wp:docPr id="4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1200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2009.03-2011.06         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广州五百丁信息科技有限公司          校园大使主席 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目标带领自己的团队，辅助五百丁公司完成在各高校的“伏龙计划”，向全球顶尖的</w:t>
                            </w:r>
                            <w:r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AXA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金融公司推送实习生资源。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整体运营前期开展了相关的线上线下宣传活动，中期为进行咨询的人员提供讲解。后期进行了项目的维护阶段，保证了整个项目的完整性。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545.8pt;height:94.5pt;width:506.25pt;mso-position-vertical-relative:page;z-index:251675648;v-text-anchor:middle;mso-width-relative:page;mso-height-relative:page;" filled="f" stroked="f" coordsize="21600,21600" o:gfxdata="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lWJb0tsAAAANAQAADwAAAAAAAAAB&#10;ACAAAAAiAAAAZHJzL2Rvd25yZXYueG1sUEsBAhQAFAAAAAgAh07iQI1Tn78NAgAA3wMAAA4AAAAA&#10;AAAAAQAgAAAAKgEAAGRycy9lMm9Eb2MueG1sUEsFBgAAAAAGAAYAWQEAAKk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Cs w:val="21"/>
                        </w:rPr>
                      </w:pP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2009.03-2011.06         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广州五百丁信息科技有限公司          校园大使主席 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目标带领自己的团队，辅助五百丁公司完成在各高校的“伏龙计划”，向全球顶尖的</w:t>
                      </w:r>
                      <w:r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AXA</w:t>
                      </w: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金融公司推送实习生资源。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整体运营前期开展了相关的线上线下宣传活动，中期为进行咨询的人员提供讲解。后期进行了项目的维护阶段，保证了整个项目的完整性。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ge">
                  <wp:posOffset>4241800</wp:posOffset>
                </wp:positionV>
                <wp:extent cx="6781800" cy="283210"/>
                <wp:effectExtent l="0" t="0" r="19050" b="2540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210"/>
                          <a:chOff x="0" y="0"/>
                          <a:chExt cx="6781800" cy="284400"/>
                        </a:xfrm>
                      </wpg:grpSpPr>
                      <wpg:grpSp>
                        <wpg:cNvPr id="32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</wpg:grpSpPr>
                        <wps:wsp>
                          <wps:cNvPr id="33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实习经历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4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35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334pt;height:22.3pt;width:534pt;mso-position-vertical-relative:page;z-index:251672576;mso-width-relative:page;mso-height-relative:page;" coordsize="6781800,284400" o:gfxdata="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<o:lock v:ext="edit" aspectratio="t"/>
                  <v:shape id="任意多边形 2" o:spid="_x0000_s1026" o:spt="100" style="position:absolute;left:3;top:0;height:287656;width:1255739;v-text-anchor:middle;" fillcolor="#595959 [2109]" filled="t" stroked="f" coordsize="1406296,288031" o:gfxdata="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1rvuG8AAAA&#10;2wAAAA8AAAAAAAAAAQAgAAAAIgAAAGRycy9kb3ducmV2LnhtbFBLAQIUABQAAAAIAIdO4kAzLwWe&#10;OwAAADkAAAAQAAAAAAAAAAEAIAAAAAsBAABkcnMvc2hhcGV4bWwueG1sUEsFBgAAAAAGAAYAWwEA&#10;ALUDAAAAAA==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on="f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实习经历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color="#595959 [2109]" filled="t" stroked="f" coordsize="21600,21600" o:gfxdata="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/Pcmb4A&#10;AADbAAAADwAAAAAAAAABACAAAAAiAAAAZHJzL2Rvd25yZXYueG1sUEsBAhQAFAAAAAgAh07iQDMv&#10;BZ47AAAAOQAAABAAAAAAAAAAAQAgAAAADQEAAGRycy9zaGFwZXhtbC54bWxQSwUGAAAAAAYABgBb&#10;AQAAtwMAAAAA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直接连接符 20" o:spid="_x0000_s1026" o:spt="20" style="position:absolute;left:133350;top:209550;height:0;width:6648450;" filled="f" stroked="t" coordsize="21600,21600" o:gfxdata="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8k+8vQAA&#10;ANsAAAAPAAAAAAAAAAEAIAAAACIAAABkcnMvZG93bnJldi54bWxQSwECFAAUAAAACACHTuJAMy8F&#10;njsAAAA5AAAAEAAAAAAAAAABACAAAAAMAQAAZHJzL3NoYXBleG1sLnhtbFBLBQYAAAAABgAGAFsB&#10;AAC2AwAAAAA=&#10;">
                  <v:fill on="f" focussize="0,0"/>
                  <v:stroke color="#595959 [2109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4518025</wp:posOffset>
                </wp:positionV>
                <wp:extent cx="6429375" cy="2082800"/>
                <wp:effectExtent l="0" t="0" r="0" b="0"/>
                <wp:wrapNone/>
                <wp:docPr id="3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2082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2012.04-至今        </w:t>
                            </w: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  广州信息科技有限公司      </w:t>
                            </w: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          市场营销（实习生）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负责公司线上端资源的销售工作（以开拓客户为主），公司主要资源以广点通、智汇推、百度、小米、</w:t>
                            </w:r>
                            <w:r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360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、沃门户等；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实时了解行业的变化，跟踪客户的详细数据，为客户制定更完善的投放计划（合作过珍爱网、世纪佳缘、</w:t>
                            </w:r>
                            <w:r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56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视频、京东等客户）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2010.03-2012.03         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广州信息科技有限公司       </w:t>
                            </w: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         软件工程师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负责公司业务系统的设计及改进，参与公司网上商城系统产品功能设计及实施工作。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负责客户调研、客户需求分析、方案写作等工作， 参与公司多个大型电子商务项目的策划工作，担任大商集团网上商城一期建设项目经理。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355.75pt;height:164pt;width:506.25pt;mso-position-vertical-relative:page;z-index:251673600;v-text-anchor:middle;mso-width-relative:page;mso-height-relative:page;" filled="f" stroked="f" coordsize="21600,21600" o:gfxdata="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/Bz1H3AAAAAwBAAAPAAAAAAAA&#10;AAEAIAAAACIAAABkcnMvZG93bnJldi54bWxQSwECFAAUAAAACACHTuJAQVnM5Q4CAADfAwAADgAA&#10;AAAAAAABACAAAAArAQAAZHJzL2Uyb0RvYy54bWxQSwUGAAAAAAYABgBZAQAAqw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2012.04-至今        </w:t>
                      </w: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  广州信息科技有限公司      </w:t>
                      </w: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          市场营销（实习生）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负责公司线上端资源的销售工作（以开拓客户为主），公司主要资源以广点通、智汇推、百度、小米、</w:t>
                      </w:r>
                      <w:r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360</w:t>
                      </w: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、沃门户等；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实时了解行业的变化，跟踪客户的详细数据，为客户制定更完善的投放计划（合作过珍爱网、世纪佳缘、</w:t>
                      </w:r>
                      <w:r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56</w:t>
                      </w: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视频、京东等客户）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Cs w:val="21"/>
                        </w:rPr>
                      </w:pP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2010.03-2012.03         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广州信息科技有限公司       </w:t>
                      </w: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         软件工程师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负责公司业务系统的设计及改进，参与公司网上商城系统产品功能设计及实施工作。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负责客户调研、客户需求分析、方案写作等工作， 参与公司多个大型电子商务项目的策划工作，担任大商集团网上商城一期建设项目经理。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pPr>
        <w:widowControl/>
        <w:jc w:val="left"/>
      </w:pPr>
      <w:r>
        <w:br w:type="page"/>
      </w:r>
    </w:p>
    <w:p/>
    <w:p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203835</wp:posOffset>
                </wp:positionV>
                <wp:extent cx="2094865" cy="931545"/>
                <wp:effectExtent l="0" t="0" r="0" b="1905"/>
                <wp:wrapNone/>
                <wp:docPr id="5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4865" cy="931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distribute"/>
                              <w:rPr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595959" w:themeColor="text1" w:themeTint="A6"/>
                                <w:sz w:val="72"/>
                                <w:szCs w:val="5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自荐信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83.75pt;margin-top:16.05pt;height:73.35pt;width:164.95pt;z-index:251695104;mso-width-relative:page;mso-height-relative:page;" filled="f" stroked="f" coordsize="21600,21600" o:gfxdata="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2FBsldgAAAAKAQAADwAAAAAAAAABACAAAAAi&#10;AAAAZHJzL2Rvd25yZXYueG1sUEsBAhQAFAAAAAgAh07iQFZ1a7oKAgAA3AMAAA4AAAAAAAAAAQAg&#10;AAAAJw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jc w:val="distribute"/>
                        <w:rPr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595959" w:themeColor="text1" w:themeTint="A6"/>
                          <w:sz w:val="72"/>
                          <w:szCs w:val="5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自荐信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338455</wp:posOffset>
                </wp:positionH>
                <wp:positionV relativeFrom="paragraph">
                  <wp:posOffset>1543050</wp:posOffset>
                </wp:positionV>
                <wp:extent cx="6055995" cy="7219950"/>
                <wp:effectExtent l="0" t="0" r="0" b="0"/>
                <wp:wrapNone/>
                <wp:docPr id="55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5995" cy="7219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156" w:beforeLines="50" w:line="400" w:lineRule="exact"/>
                              <w:ind w:right="10" w:rightChars="5" w:firstLine="504"/>
                              <w:rPr>
                                <w:rFonts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您好！</w:t>
                            </w:r>
                          </w:p>
                          <w:p>
                            <w:pPr>
                              <w:spacing w:before="156" w:beforeLines="50" w:line="400" w:lineRule="exact"/>
                              <w:ind w:right="10" w:rightChars="5" w:firstLine="504"/>
                              <w:rPr>
                                <w:rFonts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非常感谢您在百忙之中审阅我的求职信，我毕业以广告艺术设计专业，很荣幸有机会向您呈上这份求职信。为了找到一份更好的工作，更好的发挥自己的才能，实现自己的人生价值，谨向各位领导作自我推荐。</w:t>
                            </w:r>
                          </w:p>
                          <w:p>
                            <w:pPr>
                              <w:spacing w:before="156" w:beforeLines="50" w:line="400" w:lineRule="exact"/>
                              <w:ind w:right="10" w:rightChars="5" w:firstLine="504"/>
                              <w:rPr>
                                <w:rFonts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我一直为热爱的工作投入了巨大的热情和精力，工作几年中，不断的对广告基础知识、设计、创意、制作等多方面力求更新。在工作中不断的学习与培养，我对这一领域的相关知识有一定的理解和掌握：会应用Office、WPS等办公软件，熟练操作：Photoshop、CorelDRAW、Illustrator、Pagemaker平面设计软件（并有成功的平面设计作品）。</w:t>
                            </w:r>
                          </w:p>
                          <w:p>
                            <w:pPr>
                              <w:spacing w:before="156" w:beforeLines="50" w:line="400" w:lineRule="exact"/>
                              <w:ind w:right="10" w:rightChars="5" w:firstLine="504"/>
                              <w:rPr>
                                <w:rFonts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随着社会的不断发展，只具有专业知识是满足不了时代的需要。故我在业余时间自学了许多相关的知识，不但充实了自己，也培养了自己多方面的技能。在努力做好本质工作的同时，还不断提高综合素质。</w:t>
                            </w:r>
                          </w:p>
                          <w:p>
                            <w:pPr>
                              <w:spacing w:before="156" w:beforeLines="50" w:line="400" w:lineRule="exact"/>
                              <w:ind w:right="10" w:rightChars="5" w:firstLine="504"/>
                              <w:rPr>
                                <w:rFonts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我清楚的知道：“千里之行，始于足下”，在激烈的人才市场上，我一切得从零开始，虚心学习，开拓进取，使自己早日成为一个优秀的人才。若能成为贵公司的一员，我不会辜负您今天的选择。祝贵公司事业蒸蒸日上。</w:t>
                            </w:r>
                          </w:p>
                          <w:p>
                            <w:pPr>
                              <w:spacing w:before="156" w:beforeLines="50" w:line="400" w:lineRule="exact"/>
                              <w:ind w:right="10" w:rightChars="5" w:firstLine="504"/>
                              <w:rPr>
                                <w:rFonts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此致</w:t>
                            </w:r>
                            <w:r>
                              <w:rPr>
                                <w:rFonts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br w:type="textWrapping"/>
                            </w: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敬礼！</w:t>
                            </w:r>
                          </w:p>
                          <w:p>
                            <w:pPr>
                              <w:spacing w:before="156" w:beforeLines="50" w:line="400" w:lineRule="exact"/>
                              <w:ind w:right="10" w:rightChars="5" w:firstLine="504"/>
                              <w:rPr>
                                <w:rFonts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您给我一个机会，我将给你无限惊喜！</w:t>
                            </w:r>
                          </w:p>
                          <w:p>
                            <w:pPr>
                              <w:spacing w:before="156" w:beforeLines="50" w:line="400" w:lineRule="exact"/>
                              <w:ind w:right="10" w:rightChars="5" w:firstLine="504"/>
                              <w:rPr>
                                <w:rFonts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ind w:left="2841" w:leftChars="1353" w:right="10" w:rightChars="5"/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                                     </w:t>
                            </w: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  <w:p>
                            <w:pPr>
                              <w:spacing w:line="400" w:lineRule="exact"/>
                              <w:ind w:left="2841" w:leftChars="1353" w:right="10" w:rightChars="5" w:firstLine="4070" w:firstLineChars="1850"/>
                              <w:rPr>
                                <w:rFonts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20</w:t>
                            </w: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xx</w:t>
                            </w: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年5月5日</w:t>
                            </w:r>
                          </w:p>
                          <w:p>
                            <w:pPr>
                              <w:spacing w:before="156" w:beforeLines="50" w:line="400" w:lineRule="exact"/>
                              <w:ind w:right="10" w:rightChars="5"/>
                              <w:rPr>
                                <w:rFonts w:ascii="微软雅黑" w:hAnsi="微软雅黑"/>
                                <w:color w:val="808080" w:themeColor="text1" w:themeTint="80"/>
                                <w:sz w:val="28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before="156" w:beforeLines="50" w:line="400" w:lineRule="exact"/>
                              <w:rPr>
                                <w:rFonts w:ascii="微软雅黑" w:hAnsi="微软雅黑"/>
                                <w:color w:val="808080" w:themeColor="text1" w:themeTint="80"/>
                                <w:sz w:val="28"/>
                                <w:szCs w:val="17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before="156" w:beforeLines="50" w:line="400" w:lineRule="exact"/>
                              <w:rPr>
                                <w:rFonts w:ascii="微软雅黑" w:hAnsi="微软雅黑"/>
                                <w:color w:val="808080" w:themeColor="text1" w:themeTint="80"/>
                                <w:sz w:val="28"/>
                                <w:szCs w:val="17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before="156" w:beforeLines="50" w:line="400" w:lineRule="exact"/>
                              <w:rPr>
                                <w:rFonts w:ascii="微软雅黑" w:hAnsi="微软雅黑"/>
                                <w:color w:val="808080" w:themeColor="text1" w:themeTint="80"/>
                                <w:sz w:val="28"/>
                                <w:szCs w:val="17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" o:spid="_x0000_s1026" o:spt="202" type="#_x0000_t202" style="position:absolute;left:0pt;margin-left:26.65pt;margin-top:121.5pt;height:568.5pt;width:476.85pt;z-index:251696128;mso-width-relative:page;mso-height-relative:page;" filled="f" stroked="f" coordsize="21600,21600" o:gfxdata="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Evf6XYAAAADAEAAA8AAAAAAAAAAQAg&#10;AAAAIgAAAGRycy9kb3ducmV2LnhtbFBLAQIUABQAAAAIAIdO4kDQ35cQDgIAAB8EAAAOAAAAAAAA&#10;AAEAIAAAACcBAABkcnMvZTJvRG9jLnhtbFBLBQYAAAAABgAGAFkBAACn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 w:line="400" w:lineRule="exact"/>
                        <w:ind w:right="10" w:rightChars="5" w:firstLine="504"/>
                        <w:rPr>
                          <w:rFonts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您好！</w:t>
                      </w:r>
                    </w:p>
                    <w:p>
                      <w:pPr>
                        <w:spacing w:before="156" w:beforeLines="50" w:line="400" w:lineRule="exact"/>
                        <w:ind w:right="10" w:rightChars="5" w:firstLine="504"/>
                        <w:rPr>
                          <w:rFonts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非常感谢您在百忙之中审阅我的求职信，我毕业以广告艺术设计专业，很荣幸有机会向您呈上这份求职信。为了找到一份更好的工作，更好的发挥自己的才能，实现自己的人生价值，谨向各位领导作自我推荐。</w:t>
                      </w:r>
                    </w:p>
                    <w:p>
                      <w:pPr>
                        <w:spacing w:before="156" w:beforeLines="50" w:line="400" w:lineRule="exact"/>
                        <w:ind w:right="10" w:rightChars="5" w:firstLine="504"/>
                        <w:rPr>
                          <w:rFonts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我一直为热爱的工作投入了巨大的热情和精力，工作几年中，不断的对广告基础知识、设计、创意、制作等多方面力求更新。在工作中不断的学习与培养，我对这一领域的相关知识有一定的理解和掌握：会应用Office、WPS等办公软件，熟练操作：Photoshop、CorelDRAW、Illustrator、Pagemaker平面设计软件（并有成功的平面设计作品）。</w:t>
                      </w:r>
                    </w:p>
                    <w:p>
                      <w:pPr>
                        <w:spacing w:before="156" w:beforeLines="50" w:line="400" w:lineRule="exact"/>
                        <w:ind w:right="10" w:rightChars="5" w:firstLine="504"/>
                        <w:rPr>
                          <w:rFonts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随着社会的不断发展，只具有专业知识是满足不了时代的需要。故我在业余时间自学了许多相关的知识，不但充实了自己，也培养了自己多方面的技能。在努力做好本质工作的同时，还不断提高综合素质。</w:t>
                      </w:r>
                    </w:p>
                    <w:p>
                      <w:pPr>
                        <w:spacing w:before="156" w:beforeLines="50" w:line="400" w:lineRule="exact"/>
                        <w:ind w:right="10" w:rightChars="5" w:firstLine="504"/>
                        <w:rPr>
                          <w:rFonts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我清楚的知道：“千里之行，始于足下”，在激烈的人才市场上，我一切得从零开始，虚心学习，开拓进取，使自己早日成为一个优秀的人才。若能成为贵公司的一员，我不会辜负您今天的选择。祝贵公司事业蒸蒸日上。</w:t>
                      </w:r>
                    </w:p>
                    <w:p>
                      <w:pPr>
                        <w:spacing w:before="156" w:beforeLines="50" w:line="400" w:lineRule="exact"/>
                        <w:ind w:right="10" w:rightChars="5" w:firstLine="504"/>
                        <w:rPr>
                          <w:rFonts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此致</w:t>
                      </w:r>
                      <w:r>
                        <w:rPr>
                          <w:rFonts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br w:type="textWrapping"/>
                      </w: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敬礼！</w:t>
                      </w:r>
                    </w:p>
                    <w:p>
                      <w:pPr>
                        <w:spacing w:before="156" w:beforeLines="50" w:line="400" w:lineRule="exact"/>
                        <w:ind w:right="10" w:rightChars="5" w:firstLine="504"/>
                        <w:rPr>
                          <w:rFonts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您给我一个机会，我将给你无限惊喜！</w:t>
                      </w:r>
                    </w:p>
                    <w:p>
                      <w:pPr>
                        <w:spacing w:before="156" w:beforeLines="50" w:line="400" w:lineRule="exact"/>
                        <w:ind w:right="10" w:rightChars="5" w:firstLine="504"/>
                        <w:rPr>
                          <w:rFonts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pacing w:line="400" w:lineRule="exact"/>
                        <w:ind w:left="2841" w:leftChars="1353" w:right="10" w:rightChars="5"/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2"/>
                          <w:lang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                                     </w:t>
                      </w: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 w:val="22"/>
                          <w:lang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幸运日</w:t>
                      </w:r>
                    </w:p>
                    <w:p>
                      <w:pPr>
                        <w:spacing w:line="400" w:lineRule="exact"/>
                        <w:ind w:left="2841" w:leftChars="1353" w:right="10" w:rightChars="5" w:firstLine="4070" w:firstLineChars="1850"/>
                        <w:rPr>
                          <w:rFonts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20</w:t>
                      </w: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xx</w:t>
                      </w: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年5月5日</w:t>
                      </w:r>
                    </w:p>
                    <w:p>
                      <w:pPr>
                        <w:spacing w:before="156" w:beforeLines="50" w:line="400" w:lineRule="exact"/>
                        <w:ind w:right="10" w:rightChars="5"/>
                        <w:rPr>
                          <w:rFonts w:ascii="微软雅黑" w:hAnsi="微软雅黑"/>
                          <w:color w:val="808080" w:themeColor="text1" w:themeTint="80"/>
                          <w:sz w:val="28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pacing w:before="156" w:beforeLines="50" w:line="400" w:lineRule="exact"/>
                        <w:rPr>
                          <w:rFonts w:ascii="微软雅黑" w:hAnsi="微软雅黑"/>
                          <w:color w:val="808080" w:themeColor="text1" w:themeTint="80"/>
                          <w:sz w:val="28"/>
                          <w:szCs w:val="17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pacing w:before="156" w:beforeLines="50" w:line="400" w:lineRule="exact"/>
                        <w:rPr>
                          <w:rFonts w:ascii="微软雅黑" w:hAnsi="微软雅黑"/>
                          <w:color w:val="808080" w:themeColor="text1" w:themeTint="80"/>
                          <w:sz w:val="28"/>
                          <w:szCs w:val="17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pacing w:before="156" w:beforeLines="50" w:line="400" w:lineRule="exact"/>
                        <w:rPr>
                          <w:rFonts w:ascii="微软雅黑" w:hAnsi="微软雅黑"/>
                          <w:color w:val="808080" w:themeColor="text1" w:themeTint="80"/>
                          <w:sz w:val="28"/>
                          <w:szCs w:val="17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margin">
                  <wp:posOffset>2237105</wp:posOffset>
                </wp:positionH>
                <wp:positionV relativeFrom="paragraph">
                  <wp:posOffset>3378200</wp:posOffset>
                </wp:positionV>
                <wp:extent cx="2332355" cy="1002665"/>
                <wp:effectExtent l="0" t="0" r="0" b="0"/>
                <wp:wrapNone/>
                <wp:docPr id="5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2355" cy="10026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5"/>
                              <w:spacing w:before="0" w:beforeAutospacing="0" w:after="0" w:afterAutospacing="0"/>
                              <w:jc w:val="distribute"/>
                              <w:textAlignment w:val="baseline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80"/>
                                <w:szCs w:val="8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80"/>
                                <w:szCs w:val="8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感谢阅读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76.15pt;margin-top:266pt;height:78.95pt;width:183.65pt;mso-position-horizontal-relative:margin;z-index:251698176;mso-width-relative:page;mso-height-relative:page;" filled="f" stroked="f" coordsize="21600,21600" o:gfxdata="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B82kiXYAAAACwEAAA8AAAAAAAAA&#10;AQAgAAAAIgAAAGRycy9kb3ducmV2LnhtbFBLAQIUABQAAAAIAIdO4kBP2RCbnwEAABEDAAAOAAAA&#10;AAAAAAEAIAAAACcBAABkcnMvZTJvRG9jLnhtbFBLBQYAAAAABgAGAFkBAAA4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spacing w:before="0" w:beforeAutospacing="0" w:after="0" w:afterAutospacing="0"/>
                        <w:jc w:val="distribute"/>
                        <w:textAlignment w:val="baseline"/>
                        <w:rPr>
                          <w:rFonts w:ascii="微软雅黑" w:hAnsi="微软雅黑" w:eastAsia="微软雅黑"/>
                          <w:color w:val="FFFFFF" w:themeColor="background1"/>
                          <w:sz w:val="80"/>
                          <w:szCs w:val="8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FFFFFF" w:themeColor="background1"/>
                          <w:kern w:val="24"/>
                          <w:sz w:val="80"/>
                          <w:szCs w:val="8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感谢阅读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-464820</wp:posOffset>
                </wp:positionH>
                <wp:positionV relativeFrom="paragraph">
                  <wp:posOffset>3076575</wp:posOffset>
                </wp:positionV>
                <wp:extent cx="7589520" cy="1644015"/>
                <wp:effectExtent l="0" t="0" r="0" b="0"/>
                <wp:wrapNone/>
                <wp:docPr id="56" name="折角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9520" cy="1644015"/>
                        </a:xfrm>
                        <a:prstGeom prst="foldedCorner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hAnsi="黑体" w:eastAsia="黑体" w:cs="黑体"/>
                                <w:b/>
                                <w:bCs/>
                                <w:color w:val="595959" w:themeColor="text1" w:themeTint="A6"/>
                                <w:sz w:val="112"/>
                                <w:szCs w:val="11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5" type="#_x0000_t65" style="position:absolute;left:0pt;margin-left:-36.6pt;margin-top:242.25pt;height:129.45pt;width:597.6pt;z-index:251697152;v-text-anchor:middle;mso-width-relative:page;mso-height-relative:page;" fillcolor="#595959 [2109]" filled="t" stroked="f" coordsize="21600,21600" o:gfxdata="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tSztDd0AAAAMAQAA&#10;DwAAAAAAAAABACAAAAAiAAAAZHJzL2Rvd25yZXYueG1sUEsBAhQAFAAAAAgAh07iQKLc8c2GAgAA&#10;3QQAAA4AAAAAAAAAAQAgAAAALAEAAGRycy9lMm9Eb2MueG1sUEsFBgAAAAAGAAYAWQEAACQGAAAA&#10;AA==&#10;" adj="18000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hAnsi="黑体" w:eastAsia="黑体" w:cs="黑体"/>
                          <w:b/>
                          <w:bCs/>
                          <w:color w:val="595959" w:themeColor="text1" w:themeTint="A6"/>
                          <w:sz w:val="112"/>
                          <w:szCs w:val="11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070D5"/>
    <w:multiLevelType w:val="multilevel"/>
    <w:tmpl w:val="36E070D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414141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06237C"/>
    <w:rsid w:val="00033B00"/>
    <w:rsid w:val="00050DD0"/>
    <w:rsid w:val="000A15E2"/>
    <w:rsid w:val="000A477B"/>
    <w:rsid w:val="000B7624"/>
    <w:rsid w:val="00101F84"/>
    <w:rsid w:val="00145F04"/>
    <w:rsid w:val="0016204C"/>
    <w:rsid w:val="001864CD"/>
    <w:rsid w:val="0019746D"/>
    <w:rsid w:val="001D355C"/>
    <w:rsid w:val="00211176"/>
    <w:rsid w:val="002A02CC"/>
    <w:rsid w:val="002A6755"/>
    <w:rsid w:val="003150B6"/>
    <w:rsid w:val="00355330"/>
    <w:rsid w:val="003666FA"/>
    <w:rsid w:val="003829A9"/>
    <w:rsid w:val="003A597D"/>
    <w:rsid w:val="003A754D"/>
    <w:rsid w:val="004264B5"/>
    <w:rsid w:val="004447F5"/>
    <w:rsid w:val="00446196"/>
    <w:rsid w:val="00461F81"/>
    <w:rsid w:val="00465FA2"/>
    <w:rsid w:val="00487CEA"/>
    <w:rsid w:val="004E2CF5"/>
    <w:rsid w:val="004F0F87"/>
    <w:rsid w:val="004F6A02"/>
    <w:rsid w:val="0051378C"/>
    <w:rsid w:val="0053077D"/>
    <w:rsid w:val="005311C9"/>
    <w:rsid w:val="005402B0"/>
    <w:rsid w:val="00553D99"/>
    <w:rsid w:val="00557EDC"/>
    <w:rsid w:val="005B4768"/>
    <w:rsid w:val="005C3A11"/>
    <w:rsid w:val="006314A6"/>
    <w:rsid w:val="006922FB"/>
    <w:rsid w:val="00694DFC"/>
    <w:rsid w:val="006B4C9F"/>
    <w:rsid w:val="006F567F"/>
    <w:rsid w:val="007269E1"/>
    <w:rsid w:val="00735052"/>
    <w:rsid w:val="007719C0"/>
    <w:rsid w:val="0077420C"/>
    <w:rsid w:val="007B1C07"/>
    <w:rsid w:val="0082702B"/>
    <w:rsid w:val="0085417A"/>
    <w:rsid w:val="0087610E"/>
    <w:rsid w:val="0089146D"/>
    <w:rsid w:val="00911736"/>
    <w:rsid w:val="00923016"/>
    <w:rsid w:val="0092591B"/>
    <w:rsid w:val="0093682A"/>
    <w:rsid w:val="009872F7"/>
    <w:rsid w:val="009C366C"/>
    <w:rsid w:val="009D6057"/>
    <w:rsid w:val="009F7C4F"/>
    <w:rsid w:val="00A2143F"/>
    <w:rsid w:val="00A24A7B"/>
    <w:rsid w:val="00A26FC6"/>
    <w:rsid w:val="00A702BF"/>
    <w:rsid w:val="00AB760C"/>
    <w:rsid w:val="00AD3779"/>
    <w:rsid w:val="00AE5B76"/>
    <w:rsid w:val="00B31A69"/>
    <w:rsid w:val="00B822E2"/>
    <w:rsid w:val="00B96766"/>
    <w:rsid w:val="00BD4664"/>
    <w:rsid w:val="00BE4D64"/>
    <w:rsid w:val="00BF0749"/>
    <w:rsid w:val="00C21631"/>
    <w:rsid w:val="00CD3E9B"/>
    <w:rsid w:val="00D06232"/>
    <w:rsid w:val="00D50E46"/>
    <w:rsid w:val="00D76D6E"/>
    <w:rsid w:val="00D8497B"/>
    <w:rsid w:val="00DB4EC6"/>
    <w:rsid w:val="00DB6737"/>
    <w:rsid w:val="00DD7BC7"/>
    <w:rsid w:val="00E17ECD"/>
    <w:rsid w:val="00EA688C"/>
    <w:rsid w:val="00F4103D"/>
    <w:rsid w:val="00F54173"/>
    <w:rsid w:val="00FF5D10"/>
    <w:rsid w:val="00FF7F4E"/>
    <w:rsid w:val="022F48F3"/>
    <w:rsid w:val="024F38CD"/>
    <w:rsid w:val="033D5E55"/>
    <w:rsid w:val="07000085"/>
    <w:rsid w:val="0F1223FF"/>
    <w:rsid w:val="11120177"/>
    <w:rsid w:val="1D06237C"/>
    <w:rsid w:val="21CB7B54"/>
    <w:rsid w:val="23653947"/>
    <w:rsid w:val="2CA773C0"/>
    <w:rsid w:val="2D631FF8"/>
    <w:rsid w:val="35AE4A0E"/>
    <w:rsid w:val="3CAF2038"/>
    <w:rsid w:val="3FB04EA0"/>
    <w:rsid w:val="4200494F"/>
    <w:rsid w:val="45365957"/>
    <w:rsid w:val="4B39294E"/>
    <w:rsid w:val="4F0009D3"/>
    <w:rsid w:val="52653FD5"/>
    <w:rsid w:val="52A64A96"/>
    <w:rsid w:val="552D55B8"/>
    <w:rsid w:val="623812F2"/>
    <w:rsid w:val="6FB0193A"/>
    <w:rsid w:val="73C956F8"/>
    <w:rsid w:val="7675691D"/>
    <w:rsid w:val="7CE1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标题 1 Char"/>
    <w:basedOn w:val="6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11">
    <w:name w:val="页眉 Char"/>
    <w:basedOn w:val="6"/>
    <w:link w:val="4"/>
    <w:qFormat/>
    <w:uiPriority w:val="99"/>
    <w:rPr>
      <w:rFonts w:ascii="Arial Unicode MS" w:hAnsi="Arial Unicode MS" w:eastAsia="微软雅黑"/>
      <w:kern w:val="2"/>
      <w:sz w:val="18"/>
      <w:szCs w:val="18"/>
    </w:rPr>
  </w:style>
  <w:style w:type="character" w:customStyle="1" w:styleId="12">
    <w:name w:val="页脚 Char"/>
    <w:basedOn w:val="6"/>
    <w:link w:val="3"/>
    <w:qFormat/>
    <w:uiPriority w:val="99"/>
    <w:rPr>
      <w:rFonts w:ascii="Arial Unicode MS" w:hAnsi="Arial Unicode MS" w:eastAsia="微软雅黑"/>
      <w:kern w:val="2"/>
      <w:sz w:val="18"/>
      <w:szCs w:val="18"/>
    </w:rPr>
  </w:style>
  <w:style w:type="paragraph" w:customStyle="1" w:styleId="13">
    <w:name w:val="列出段落2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dao\AppData\Roaming\kingsoft\office6\templates\download\&#40664;&#35748;\&#21019;&#24847;&#31616;&#21382;SJS0056A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9E7B58-692A-46BD-B55E-A03041686EB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创意简历SJS0056A</Template>
  <Company>china</Company>
  <Pages>4</Pages>
  <Words>9</Words>
  <Characters>57</Characters>
  <Lines>1</Lines>
  <Paragraphs>1</Paragraphs>
  <TotalTime>21</TotalTime>
  <ScaleCrop>false</ScaleCrop>
  <LinksUpToDate>false</LinksUpToDate>
  <CharactersWithSpaces>65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2018-04-11T08:01:00Z</dcterms:created>
  <dc:creator>kedao</dc:creator>
  <cp:lastModifiedBy>WPS_1528193819</cp:lastModifiedBy>
  <dcterms:modified xsi:type="dcterms:W3CDTF">2018-07-21T09:42:45Z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